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34" w:rsidRDefault="00411334" w:rsidP="00411334">
      <w:pPr>
        <w:jc w:val="center"/>
        <w:rPr>
          <w:rFonts w:ascii="方正小标宋_GBK" w:eastAsia="方正小标宋_GBK"/>
          <w:bCs/>
          <w:color w:val="FF0000"/>
          <w:spacing w:val="20"/>
          <w:w w:val="90"/>
          <w:sz w:val="96"/>
          <w:szCs w:val="96"/>
        </w:rPr>
      </w:pPr>
      <w:r>
        <w:rPr>
          <w:rFonts w:ascii="方正小标宋_GBK" w:eastAsia="方正小标宋_GBK" w:hint="eastAsia"/>
          <w:bCs/>
          <w:color w:val="FF0000"/>
          <w:spacing w:val="20"/>
          <w:w w:val="90"/>
          <w:sz w:val="96"/>
          <w:szCs w:val="96"/>
        </w:rPr>
        <w:t>成 都 市 教 育 局</w:t>
      </w:r>
    </w:p>
    <w:tbl>
      <w:tblPr>
        <w:tblW w:w="9146" w:type="dxa"/>
        <w:jc w:val="center"/>
        <w:tblBorders>
          <w:bottom w:val="thinThickMediumGap" w:sz="2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9146"/>
      </w:tblGrid>
      <w:tr w:rsidR="00411334" w:rsidTr="003261CA">
        <w:trPr>
          <w:trHeight w:hRule="exact" w:val="170"/>
          <w:jc w:val="center"/>
        </w:trPr>
        <w:tc>
          <w:tcPr>
            <w:tcW w:w="9146" w:type="dxa"/>
          </w:tcPr>
          <w:p w:rsidR="00411334" w:rsidRDefault="00411334" w:rsidP="003261CA">
            <w:pPr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:rsidR="00CF2A1C" w:rsidRDefault="00CF2A1C" w:rsidP="00411334">
      <w:pPr>
        <w:snapToGrid w:val="0"/>
        <w:ind w:right="1284"/>
        <w:rPr>
          <w:rFonts w:eastAsia="仿宋_GB2312"/>
          <w:bCs/>
          <w:sz w:val="32"/>
          <w:szCs w:val="32"/>
        </w:rPr>
      </w:pPr>
    </w:p>
    <w:p w:rsidR="0059641D" w:rsidRDefault="0059641D" w:rsidP="00411334">
      <w:pPr>
        <w:snapToGrid w:val="0"/>
        <w:ind w:right="1284"/>
        <w:rPr>
          <w:rFonts w:eastAsia="仿宋_GB2312"/>
          <w:bCs/>
          <w:sz w:val="32"/>
          <w:szCs w:val="32"/>
        </w:rPr>
      </w:pPr>
    </w:p>
    <w:p w:rsidR="00411334" w:rsidRDefault="00411334" w:rsidP="00411334">
      <w:pPr>
        <w:snapToGrid w:val="0"/>
        <w:ind w:rightChars="300" w:right="630"/>
        <w:jc w:val="right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〔</w:t>
      </w:r>
      <w:r>
        <w:rPr>
          <w:rFonts w:eastAsia="仿宋_GB2312" w:hint="eastAsia"/>
          <w:bCs/>
          <w:sz w:val="32"/>
          <w:szCs w:val="32"/>
        </w:rPr>
        <w:t>201</w:t>
      </w:r>
      <w:r w:rsidR="00231A49">
        <w:rPr>
          <w:rFonts w:eastAsia="仿宋_GB2312" w:hint="eastAsia"/>
          <w:bCs/>
          <w:sz w:val="32"/>
          <w:szCs w:val="32"/>
        </w:rPr>
        <w:t>6</w:t>
      </w:r>
      <w:r>
        <w:rPr>
          <w:rFonts w:eastAsia="仿宋_GB2312" w:hint="eastAsia"/>
          <w:bCs/>
          <w:sz w:val="32"/>
          <w:szCs w:val="32"/>
        </w:rPr>
        <w:t>〕</w:t>
      </w:r>
      <w:r>
        <w:rPr>
          <w:rFonts w:eastAsia="仿宋_GB2312" w:hint="eastAsia"/>
          <w:bCs/>
          <w:sz w:val="32"/>
          <w:szCs w:val="32"/>
        </w:rPr>
        <w:t>-</w:t>
      </w:r>
      <w:r w:rsidR="00446B89">
        <w:rPr>
          <w:rFonts w:eastAsia="仿宋_GB2312" w:hint="eastAsia"/>
          <w:bCs/>
          <w:sz w:val="32"/>
          <w:szCs w:val="32"/>
        </w:rPr>
        <w:t>2</w:t>
      </w:r>
      <w:r w:rsidR="00D413DC">
        <w:rPr>
          <w:rFonts w:eastAsia="仿宋_GB2312" w:hint="eastAsia"/>
          <w:bCs/>
          <w:sz w:val="32"/>
          <w:szCs w:val="32"/>
        </w:rPr>
        <w:t>4</w:t>
      </w:r>
      <w:r w:rsidR="00127EB8">
        <w:rPr>
          <w:rFonts w:eastAsia="仿宋_GB2312" w:hint="eastAsia"/>
          <w:bCs/>
          <w:sz w:val="32"/>
          <w:szCs w:val="32"/>
        </w:rPr>
        <w:t>3</w:t>
      </w:r>
    </w:p>
    <w:p w:rsidR="00411334" w:rsidRDefault="00411334" w:rsidP="008F6244">
      <w:pPr>
        <w:adjustRightInd w:val="0"/>
        <w:snapToGrid w:val="0"/>
        <w:ind w:firstLineChars="200" w:firstLine="640"/>
        <w:rPr>
          <w:rFonts w:ascii="方正仿宋_GBK" w:eastAsia="方正仿宋_GBK"/>
          <w:bCs/>
          <w:sz w:val="32"/>
          <w:szCs w:val="32"/>
        </w:rPr>
      </w:pPr>
    </w:p>
    <w:p w:rsidR="00342F32" w:rsidRDefault="00270AD8" w:rsidP="00342F32">
      <w:pPr>
        <w:snapToGrid w:val="0"/>
        <w:spacing w:line="720" w:lineRule="exact"/>
        <w:jc w:val="center"/>
        <w:rPr>
          <w:rFonts w:ascii="方正小标宋_GBK" w:eastAsia="方正小标宋_GBK" w:hAnsi="方正小标宋_GBK"/>
          <w:sz w:val="44"/>
          <w:szCs w:val="44"/>
        </w:rPr>
      </w:pPr>
      <w:r w:rsidRPr="00145882">
        <w:rPr>
          <w:rFonts w:ascii="方正小标宋_GBK" w:eastAsia="方正小标宋_GBK" w:hAnsi="方正小标宋_GBK" w:hint="eastAsia"/>
          <w:sz w:val="44"/>
          <w:szCs w:val="44"/>
        </w:rPr>
        <w:t>成都市教育局</w:t>
      </w:r>
      <w:r w:rsidR="007821CE" w:rsidRPr="00145882">
        <w:rPr>
          <w:rFonts w:ascii="方正小标宋_GBK" w:eastAsia="方正小标宋_GBK" w:hAnsi="方正小标宋_GBK" w:hint="eastAsia"/>
          <w:sz w:val="44"/>
          <w:szCs w:val="44"/>
        </w:rPr>
        <w:t>关于</w:t>
      </w:r>
    </w:p>
    <w:p w:rsidR="00342F32" w:rsidRDefault="00342F32" w:rsidP="00342F32">
      <w:pPr>
        <w:snapToGrid w:val="0"/>
        <w:spacing w:line="720" w:lineRule="exact"/>
        <w:jc w:val="center"/>
        <w:rPr>
          <w:rFonts w:ascii="方正小标宋_GBK" w:eastAsia="方正小标宋_GBK" w:hAnsi="方正小标宋_GBK"/>
          <w:sz w:val="44"/>
          <w:szCs w:val="44"/>
        </w:rPr>
      </w:pPr>
      <w:r w:rsidRPr="00342F32">
        <w:rPr>
          <w:rFonts w:ascii="方正小标宋_GBK" w:eastAsia="方正小标宋_GBK" w:hAnsi="方正小标宋_GBK" w:hint="eastAsia"/>
          <w:sz w:val="44"/>
          <w:szCs w:val="44"/>
        </w:rPr>
        <w:t>开展市属高校市级质量工程立项项目</w:t>
      </w:r>
    </w:p>
    <w:p w:rsidR="00342F32" w:rsidRPr="00342F32" w:rsidRDefault="00342F32" w:rsidP="00342F32">
      <w:pPr>
        <w:snapToGrid w:val="0"/>
        <w:spacing w:line="720" w:lineRule="exact"/>
        <w:jc w:val="center"/>
        <w:rPr>
          <w:rFonts w:ascii="方正小标宋_GBK" w:eastAsia="方正小标宋_GBK" w:hAnsi="方正小标宋_GBK"/>
          <w:sz w:val="44"/>
          <w:szCs w:val="44"/>
        </w:rPr>
      </w:pPr>
      <w:r w:rsidRPr="00342F32">
        <w:rPr>
          <w:rFonts w:ascii="方正小标宋_GBK" w:eastAsia="方正小标宋_GBK" w:hAnsi="方正小标宋_GBK" w:hint="eastAsia"/>
          <w:sz w:val="44"/>
          <w:szCs w:val="44"/>
        </w:rPr>
        <w:t>中期检查评估工作的通知</w:t>
      </w:r>
    </w:p>
    <w:p w:rsidR="00342F32" w:rsidRDefault="00342F32" w:rsidP="00342F32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</w:p>
    <w:p w:rsidR="00342F32" w:rsidRPr="00342F32" w:rsidRDefault="00342F32" w:rsidP="00342F32">
      <w:pPr>
        <w:rPr>
          <w:rFonts w:ascii="方正仿宋_GBK" w:eastAsia="方正仿宋_GBK" w:hAnsi="仿宋" w:cs="仿宋"/>
          <w:color w:val="000000"/>
          <w:sz w:val="32"/>
          <w:szCs w:val="32"/>
        </w:rPr>
      </w:pPr>
      <w:r w:rsidRPr="00342F32">
        <w:rPr>
          <w:rFonts w:ascii="方正仿宋_GBK" w:eastAsia="方正仿宋_GBK" w:hAnsi="仿宋" w:cs="仿宋" w:hint="eastAsia"/>
          <w:color w:val="000000"/>
          <w:sz w:val="32"/>
          <w:szCs w:val="32"/>
        </w:rPr>
        <w:t>各市属高校：</w:t>
      </w:r>
    </w:p>
    <w:p w:rsidR="00342F32" w:rsidRPr="00342F32" w:rsidRDefault="00342F32" w:rsidP="00342F32">
      <w:pPr>
        <w:pStyle w:val="Default"/>
        <w:adjustRightInd/>
        <w:ind w:firstLineChars="200" w:firstLine="640"/>
        <w:jc w:val="both"/>
        <w:rPr>
          <w:rFonts w:eastAsia="方正仿宋_GBK" w:hAnsi="仿宋" w:cs="仿宋"/>
          <w:sz w:val="32"/>
          <w:szCs w:val="32"/>
        </w:rPr>
      </w:pPr>
      <w:r w:rsidRPr="00342F32">
        <w:rPr>
          <w:rFonts w:eastAsia="方正仿宋_GBK" w:hAnsi="仿宋" w:cs="仿宋" w:hint="eastAsia"/>
          <w:sz w:val="32"/>
          <w:szCs w:val="32"/>
        </w:rPr>
        <w:t>为落实《成都市建设统筹城乡教育综合改革试验区第二阶段总体方案（2013-2017年）》（成办发〔2013〕8号）文件要求，进一步推进市属高校重点教学实验（实训）室和重点专业建设，提高项目建设成效，经研究，市教育局决定委托</w:t>
      </w:r>
      <w:r w:rsidRPr="00342F32">
        <w:rPr>
          <w:rFonts w:eastAsia="方正仿宋_GBK" w:hAnsi="Times New Roman" w:cs="Times New Roman" w:hint="eastAsia"/>
          <w:sz w:val="32"/>
          <w:szCs w:val="32"/>
        </w:rPr>
        <w:t>市属高校质量提升管理办公室组织专家</w:t>
      </w:r>
      <w:r w:rsidRPr="00342F32">
        <w:rPr>
          <w:rFonts w:eastAsia="方正仿宋_GBK" w:hAnsi="仿宋" w:cs="仿宋" w:hint="eastAsia"/>
          <w:sz w:val="32"/>
          <w:szCs w:val="32"/>
        </w:rPr>
        <w:t>对各市属高校市级质量工程立项项目建设情况开展现场检查评估，请各市属高校按工作安排做好相关准备工作。</w:t>
      </w:r>
    </w:p>
    <w:p w:rsidR="00A73D3F" w:rsidRDefault="00342F32" w:rsidP="00342F32">
      <w:pPr>
        <w:pStyle w:val="Default"/>
        <w:adjustRightInd/>
        <w:ind w:firstLineChars="200" w:firstLine="640"/>
        <w:jc w:val="both"/>
        <w:rPr>
          <w:rFonts w:eastAsia="方正仿宋_GBK" w:hAnsi="仿宋" w:cs="仿宋" w:hint="eastAsia"/>
          <w:sz w:val="32"/>
          <w:szCs w:val="32"/>
        </w:rPr>
      </w:pPr>
      <w:r w:rsidRPr="00342F32">
        <w:rPr>
          <w:rFonts w:eastAsia="方正仿宋_GBK" w:hAnsi="仿宋" w:cs="仿宋" w:hint="eastAsia"/>
          <w:sz w:val="32"/>
          <w:szCs w:val="32"/>
        </w:rPr>
        <w:t>联系人：</w:t>
      </w:r>
      <w:r w:rsidR="00A73D3F">
        <w:rPr>
          <w:rFonts w:eastAsia="方正仿宋_GBK" w:hAnsi="仿宋" w:cs="仿宋" w:hint="eastAsia"/>
          <w:sz w:val="32"/>
          <w:szCs w:val="32"/>
        </w:rPr>
        <w:t xml:space="preserve">市教育局  </w:t>
      </w:r>
      <w:bookmarkStart w:id="0" w:name="_GoBack"/>
      <w:bookmarkEnd w:id="0"/>
      <w:r w:rsidRPr="00342F32">
        <w:rPr>
          <w:rFonts w:eastAsia="方正仿宋_GBK" w:hAnsi="仿宋" w:cs="仿宋" w:hint="eastAsia"/>
          <w:sz w:val="32"/>
          <w:szCs w:val="32"/>
        </w:rPr>
        <w:t>孙紫薇</w:t>
      </w:r>
      <w:r>
        <w:rPr>
          <w:rFonts w:eastAsia="方正仿宋_GBK" w:hAnsi="仿宋" w:cs="仿宋" w:hint="eastAsia"/>
          <w:sz w:val="32"/>
          <w:szCs w:val="32"/>
        </w:rPr>
        <w:t>；联系电话：</w:t>
      </w:r>
      <w:r w:rsidRPr="00342F32">
        <w:rPr>
          <w:rFonts w:eastAsia="方正仿宋_GBK" w:hAnsi="仿宋" w:cs="仿宋" w:hint="eastAsia"/>
          <w:sz w:val="32"/>
          <w:szCs w:val="32"/>
        </w:rPr>
        <w:t>028-61881679</w:t>
      </w:r>
    </w:p>
    <w:p w:rsidR="00342F32" w:rsidRPr="00342F32" w:rsidRDefault="00A73D3F" w:rsidP="00342F32">
      <w:pPr>
        <w:pStyle w:val="Default"/>
        <w:adjustRightInd/>
        <w:ind w:firstLineChars="200" w:firstLine="640"/>
        <w:jc w:val="both"/>
        <w:rPr>
          <w:rFonts w:eastAsia="方正仿宋_GBK" w:hAnsi="仿宋" w:cs="仿宋"/>
          <w:sz w:val="32"/>
          <w:szCs w:val="32"/>
        </w:rPr>
      </w:pPr>
      <w:r>
        <w:rPr>
          <w:rFonts w:eastAsia="方正仿宋_GBK" w:hAnsi="仿宋" w:cs="仿宋" w:hint="eastAsia"/>
          <w:sz w:val="32"/>
          <w:szCs w:val="32"/>
        </w:rPr>
        <w:t xml:space="preserve">        </w:t>
      </w:r>
      <w:r w:rsidR="00342F32" w:rsidRPr="00342F32">
        <w:rPr>
          <w:rFonts w:eastAsia="方正仿宋_GBK" w:hAnsi="Times New Roman" w:cs="Times New Roman" w:hint="eastAsia"/>
          <w:sz w:val="32"/>
          <w:szCs w:val="32"/>
        </w:rPr>
        <w:t>质量提升办公室</w:t>
      </w:r>
      <w:r w:rsidR="00342F32">
        <w:rPr>
          <w:rFonts w:eastAsia="方正仿宋_GBK" w:hAnsi="Times New Roman" w:cs="Times New Roman" w:hint="eastAsia"/>
          <w:sz w:val="32"/>
          <w:szCs w:val="32"/>
        </w:rPr>
        <w:t xml:space="preserve">  </w:t>
      </w:r>
      <w:r w:rsidR="00342F32" w:rsidRPr="00342F32">
        <w:rPr>
          <w:rFonts w:eastAsia="方正仿宋_GBK" w:hAnsi="Times New Roman" w:cs="Times New Roman" w:hint="eastAsia"/>
          <w:sz w:val="32"/>
          <w:szCs w:val="32"/>
        </w:rPr>
        <w:t>郑瑞</w:t>
      </w:r>
      <w:r w:rsidR="00342F32">
        <w:rPr>
          <w:rFonts w:eastAsia="方正仿宋_GBK" w:hAnsi="Times New Roman" w:cs="Times New Roman" w:hint="eastAsia"/>
          <w:sz w:val="32"/>
          <w:szCs w:val="32"/>
        </w:rPr>
        <w:t>；联系电话：</w:t>
      </w:r>
      <w:r w:rsidR="00342F32" w:rsidRPr="00342F32">
        <w:rPr>
          <w:rFonts w:eastAsia="方正仿宋_GBK" w:hAnsi="Times New Roman" w:cs="Times New Roman" w:hint="eastAsia"/>
          <w:sz w:val="32"/>
          <w:szCs w:val="32"/>
        </w:rPr>
        <w:t>028-84616016</w:t>
      </w:r>
    </w:p>
    <w:p w:rsidR="00342F32" w:rsidRPr="00342F32" w:rsidRDefault="00342F32" w:rsidP="00342F32">
      <w:pPr>
        <w:pStyle w:val="Default"/>
        <w:adjustRightInd/>
        <w:ind w:firstLineChars="200" w:firstLine="640"/>
        <w:jc w:val="both"/>
        <w:rPr>
          <w:rFonts w:eastAsia="方正仿宋_GBK" w:hAnsi="仿宋" w:cs="仿宋"/>
          <w:sz w:val="32"/>
          <w:szCs w:val="32"/>
        </w:rPr>
      </w:pPr>
      <w:r w:rsidRPr="00342F32">
        <w:rPr>
          <w:rFonts w:eastAsia="方正仿宋_GBK" w:hAnsi="仿宋" w:cs="仿宋" w:hint="eastAsia"/>
          <w:sz w:val="32"/>
          <w:szCs w:val="32"/>
        </w:rPr>
        <w:t>特此通知</w:t>
      </w:r>
      <w:r w:rsidR="00A73D3F">
        <w:rPr>
          <w:rFonts w:eastAsia="方正仿宋_GBK" w:hAnsi="仿宋" w:cs="仿宋" w:hint="eastAsia"/>
          <w:sz w:val="32"/>
          <w:szCs w:val="32"/>
        </w:rPr>
        <w:t>。</w:t>
      </w:r>
    </w:p>
    <w:p w:rsidR="00342F32" w:rsidRPr="00342F32" w:rsidRDefault="00342F32" w:rsidP="00342F32">
      <w:pPr>
        <w:pStyle w:val="Default"/>
        <w:adjustRightInd/>
        <w:ind w:firstLineChars="200" w:firstLine="640"/>
        <w:jc w:val="both"/>
        <w:rPr>
          <w:rFonts w:eastAsia="方正仿宋_GBK" w:hAnsi="仿宋" w:cs="仿宋"/>
          <w:sz w:val="32"/>
          <w:szCs w:val="32"/>
        </w:rPr>
      </w:pPr>
      <w:r w:rsidRPr="00342F32">
        <w:rPr>
          <w:rFonts w:eastAsia="方正仿宋_GBK" w:hAnsi="仿宋" w:cs="仿宋" w:hint="eastAsia"/>
          <w:sz w:val="32"/>
          <w:szCs w:val="32"/>
        </w:rPr>
        <w:lastRenderedPageBreak/>
        <w:t>附件：1.检查评估工作安排</w:t>
      </w:r>
    </w:p>
    <w:p w:rsidR="00342F32" w:rsidRPr="00342F32" w:rsidRDefault="00342F32" w:rsidP="00342F32">
      <w:pPr>
        <w:pStyle w:val="Default"/>
        <w:adjustRightInd/>
        <w:ind w:firstLineChars="200" w:firstLine="640"/>
        <w:jc w:val="both"/>
        <w:rPr>
          <w:rFonts w:eastAsia="方正仿宋_GBK" w:hAnsi="Times New Roman" w:cs="Times New Roman"/>
          <w:sz w:val="32"/>
          <w:szCs w:val="32"/>
        </w:rPr>
      </w:pPr>
      <w:r w:rsidRPr="00342F32">
        <w:rPr>
          <w:rFonts w:eastAsia="方正仿宋_GBK" w:hAnsi="仿宋" w:cs="仿宋" w:hint="eastAsia"/>
          <w:sz w:val="32"/>
          <w:szCs w:val="32"/>
        </w:rPr>
        <w:t xml:space="preserve">      2.</w:t>
      </w:r>
      <w:r w:rsidRPr="00342F32">
        <w:rPr>
          <w:rFonts w:eastAsia="方正仿宋_GBK" w:hAnsi="Times New Roman" w:cs="Times New Roman" w:hint="eastAsia"/>
          <w:sz w:val="32"/>
          <w:szCs w:val="32"/>
        </w:rPr>
        <w:t>成都市2014年市级质量工程立项项目汇总表</w:t>
      </w:r>
    </w:p>
    <w:p w:rsidR="00342F32" w:rsidRPr="00342F32" w:rsidRDefault="00342F32" w:rsidP="00342F32">
      <w:pPr>
        <w:pStyle w:val="Default"/>
        <w:adjustRightInd/>
        <w:ind w:firstLineChars="200" w:firstLine="640"/>
        <w:jc w:val="both"/>
        <w:rPr>
          <w:rFonts w:eastAsia="方正仿宋_GBK" w:hAnsi="仿宋" w:cs="仿宋"/>
          <w:sz w:val="32"/>
          <w:szCs w:val="32"/>
        </w:rPr>
      </w:pPr>
      <w:r w:rsidRPr="00342F32">
        <w:rPr>
          <w:rFonts w:eastAsia="方正仿宋_GBK" w:hAnsi="仿宋" w:cs="仿宋" w:hint="eastAsia"/>
          <w:sz w:val="32"/>
          <w:szCs w:val="32"/>
        </w:rPr>
        <w:t xml:space="preserve">      3.</w:t>
      </w:r>
      <w:r w:rsidRPr="00342F32">
        <w:rPr>
          <w:rFonts w:eastAsia="方正仿宋_GBK" w:hAnsi="Times New Roman" w:cs="Times New Roman" w:hint="eastAsia"/>
          <w:sz w:val="32"/>
          <w:szCs w:val="32"/>
        </w:rPr>
        <w:t>成都市2015年市级质量工程抽查项目汇总表</w:t>
      </w:r>
    </w:p>
    <w:p w:rsidR="00342F32" w:rsidRPr="00342F32" w:rsidRDefault="00342F32" w:rsidP="00342F32">
      <w:pPr>
        <w:ind w:firstLineChars="200" w:firstLine="640"/>
        <w:rPr>
          <w:rFonts w:ascii="方正仿宋_GBK" w:eastAsia="方正仿宋_GBK" w:hAnsi="仿宋" w:cs="仿宋"/>
          <w:color w:val="000000"/>
          <w:sz w:val="32"/>
          <w:szCs w:val="32"/>
        </w:rPr>
      </w:pPr>
      <w:r w:rsidRPr="00342F32">
        <w:rPr>
          <w:rFonts w:ascii="方正仿宋_GBK" w:eastAsia="方正仿宋_GBK" w:hAnsi="仿宋" w:cs="仿宋" w:hint="eastAsia"/>
          <w:sz w:val="32"/>
          <w:szCs w:val="32"/>
        </w:rPr>
        <w:t xml:space="preserve"> </w:t>
      </w:r>
      <w:r>
        <w:rPr>
          <w:rFonts w:ascii="方正仿宋_GBK" w:eastAsia="方正仿宋_GBK" w:hAnsi="仿宋" w:cs="仿宋" w:hint="eastAsia"/>
          <w:sz w:val="32"/>
          <w:szCs w:val="32"/>
        </w:rPr>
        <w:t xml:space="preserve">     </w:t>
      </w:r>
      <w:r w:rsidRPr="00342F32">
        <w:rPr>
          <w:rFonts w:ascii="方正仿宋_GBK" w:eastAsia="方正仿宋_GBK" w:hAnsi="仿宋" w:cs="仿宋" w:hint="eastAsia"/>
          <w:sz w:val="32"/>
          <w:szCs w:val="32"/>
        </w:rPr>
        <w:t>4.</w:t>
      </w:r>
      <w:r w:rsidRPr="00342F32">
        <w:rPr>
          <w:rFonts w:ascii="方正仿宋_GBK" w:eastAsia="方正仿宋_GBK" w:hAnsi="仿宋" w:cs="仿宋" w:hint="eastAsia"/>
          <w:color w:val="000000"/>
          <w:sz w:val="32"/>
          <w:szCs w:val="32"/>
        </w:rPr>
        <w:t>成都市市级建设项目工作计划</w:t>
      </w:r>
    </w:p>
    <w:p w:rsidR="00C97875" w:rsidRDefault="00C97875" w:rsidP="00A662C5">
      <w:pPr>
        <w:jc w:val="center"/>
        <w:rPr>
          <w:rFonts w:ascii="方正仿宋_GBK" w:eastAsia="方正仿宋_GBK" w:hAnsi="仿宋"/>
          <w:sz w:val="32"/>
          <w:szCs w:val="32"/>
        </w:rPr>
      </w:pPr>
    </w:p>
    <w:p w:rsidR="00C97875" w:rsidRPr="00E91D77" w:rsidRDefault="00C97875" w:rsidP="00A662C5">
      <w:pPr>
        <w:ind w:firstLineChars="200" w:firstLine="640"/>
        <w:jc w:val="left"/>
        <w:rPr>
          <w:rFonts w:ascii="方正仿宋_GBK" w:eastAsia="方正仿宋_GBK" w:hAnsi="仿宋"/>
          <w:sz w:val="32"/>
          <w:szCs w:val="32"/>
        </w:rPr>
      </w:pPr>
    </w:p>
    <w:p w:rsidR="00C97875" w:rsidRPr="00E91D77" w:rsidRDefault="00C97875" w:rsidP="00A662C5">
      <w:pPr>
        <w:ind w:right="320" w:firstLineChars="1662" w:firstLine="5318"/>
        <w:rPr>
          <w:rFonts w:ascii="方正仿宋_GBK" w:eastAsia="方正仿宋_GBK" w:hAnsi="仿宋"/>
          <w:sz w:val="32"/>
          <w:szCs w:val="32"/>
        </w:rPr>
      </w:pPr>
      <w:r w:rsidRPr="00E91D77">
        <w:rPr>
          <w:rFonts w:ascii="方正仿宋_GBK" w:eastAsia="方正仿宋_GBK" w:hAnsi="仿宋" w:hint="eastAsia"/>
          <w:sz w:val="32"/>
          <w:szCs w:val="32"/>
        </w:rPr>
        <w:t>成都市教育局</w:t>
      </w:r>
    </w:p>
    <w:p w:rsidR="00353F4B" w:rsidRDefault="00C97875" w:rsidP="00A662C5">
      <w:pPr>
        <w:ind w:rightChars="600" w:right="1260"/>
        <w:jc w:val="right"/>
        <w:rPr>
          <w:rFonts w:ascii="方正仿宋_GBK" w:eastAsia="方正仿宋_GBK" w:hAnsi="仿宋"/>
          <w:sz w:val="32"/>
          <w:szCs w:val="32"/>
        </w:rPr>
      </w:pPr>
      <w:r w:rsidRPr="00E91D77">
        <w:rPr>
          <w:rFonts w:ascii="方正仿宋_GBK" w:eastAsia="方正仿宋_GBK" w:hAnsi="仿宋" w:hint="eastAsia"/>
          <w:sz w:val="32"/>
          <w:szCs w:val="32"/>
        </w:rPr>
        <w:t>2016年4月</w:t>
      </w:r>
      <w:r w:rsidR="00ED2A0A">
        <w:rPr>
          <w:rFonts w:ascii="方正仿宋_GBK" w:eastAsia="方正仿宋_GBK" w:hAnsi="仿宋" w:hint="eastAsia"/>
          <w:color w:val="000000"/>
          <w:sz w:val="32"/>
          <w:szCs w:val="32"/>
        </w:rPr>
        <w:t>11</w:t>
      </w:r>
      <w:r w:rsidRPr="00E91D77">
        <w:rPr>
          <w:rFonts w:ascii="方正仿宋_GBK" w:eastAsia="方正仿宋_GBK" w:hAnsi="仿宋" w:hint="eastAsia"/>
          <w:sz w:val="32"/>
          <w:szCs w:val="32"/>
        </w:rPr>
        <w:t>日</w:t>
      </w:r>
    </w:p>
    <w:p w:rsidR="00ED2A0A" w:rsidRDefault="00ED2A0A" w:rsidP="005A2341">
      <w:pPr>
        <w:ind w:rightChars="600" w:right="1260"/>
        <w:jc w:val="right"/>
        <w:rPr>
          <w:rFonts w:ascii="方正仿宋_GBK" w:eastAsia="方正仿宋_GBK" w:hAnsi="仿宋"/>
          <w:sz w:val="32"/>
          <w:szCs w:val="32"/>
        </w:rPr>
      </w:pPr>
    </w:p>
    <w:sectPr w:rsidR="00ED2A0A" w:rsidSect="00ED2A0A">
      <w:footerReference w:type="even" r:id="rId10"/>
      <w:footerReference w:type="default" r:id="rId11"/>
      <w:pgSz w:w="11906" w:h="16838" w:code="9"/>
      <w:pgMar w:top="1928" w:right="1531" w:bottom="1701" w:left="1531" w:header="851" w:footer="1418" w:gutter="0"/>
      <w:cols w:space="425"/>
      <w:docGrid w:type="linesAndChars" w:linePitch="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D0B" w:rsidRDefault="00EB5D0B">
      <w:r>
        <w:separator/>
      </w:r>
    </w:p>
  </w:endnote>
  <w:endnote w:type="continuationSeparator" w:id="0">
    <w:p w:rsidR="00EB5D0B" w:rsidRDefault="00EB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CA" w:rsidRDefault="003261CA">
    <w:pPr>
      <w:pStyle w:val="a9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 w:rsidR="00653134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653134">
      <w:rPr>
        <w:rFonts w:ascii="宋体" w:hAnsi="宋体"/>
        <w:sz w:val="28"/>
        <w:szCs w:val="28"/>
      </w:rPr>
      <w:fldChar w:fldCharType="separate"/>
    </w:r>
    <w:r w:rsidR="00A73D3F" w:rsidRPr="00A73D3F">
      <w:rPr>
        <w:rFonts w:ascii="宋体" w:hAnsi="宋体"/>
        <w:noProof/>
        <w:sz w:val="28"/>
        <w:szCs w:val="28"/>
        <w:lang w:val="zh-CN"/>
      </w:rPr>
      <w:t>2</w:t>
    </w:r>
    <w:r w:rsidR="00653134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  <w:p w:rsidR="003261CA" w:rsidRDefault="003261C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013093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246279" w:rsidRPr="00246279" w:rsidRDefault="00246279">
        <w:pPr>
          <w:pStyle w:val="a9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246279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Pr="0024627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4627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4627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A73D3F" w:rsidRPr="00A73D3F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 w:rsidRPr="0024627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4627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3261CA" w:rsidRDefault="003261C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D0B" w:rsidRDefault="00EB5D0B">
      <w:r>
        <w:separator/>
      </w:r>
    </w:p>
  </w:footnote>
  <w:footnote w:type="continuationSeparator" w:id="0">
    <w:p w:rsidR="00EB5D0B" w:rsidRDefault="00EB5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5A3A"/>
    <w:multiLevelType w:val="hybridMultilevel"/>
    <w:tmpl w:val="CBF28DB6"/>
    <w:lvl w:ilvl="0" w:tplc="9DA89D58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112565D2"/>
    <w:multiLevelType w:val="hybridMultilevel"/>
    <w:tmpl w:val="E9089A70"/>
    <w:lvl w:ilvl="0" w:tplc="67E4F9B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12CF4312"/>
    <w:multiLevelType w:val="hybridMultilevel"/>
    <w:tmpl w:val="617436A0"/>
    <w:lvl w:ilvl="0" w:tplc="63787DC4">
      <w:start w:val="1"/>
      <w:numFmt w:val="japaneseCounting"/>
      <w:lvlText w:val="%1、"/>
      <w:lvlJc w:val="left"/>
      <w:pPr>
        <w:ind w:left="1885" w:hanging="12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15F10530"/>
    <w:multiLevelType w:val="hybridMultilevel"/>
    <w:tmpl w:val="FD904536"/>
    <w:lvl w:ilvl="0" w:tplc="25BE37D2">
      <w:start w:val="1"/>
      <w:numFmt w:val="japaneseCounting"/>
      <w:lvlText w:val="%1、"/>
      <w:lvlJc w:val="left"/>
      <w:pPr>
        <w:ind w:left="1290" w:hanging="720"/>
      </w:pPr>
      <w:rPr>
        <w:rFonts w:ascii="方正黑体_GBK" w:eastAsia="方正黑体_GBK"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4">
    <w:nsid w:val="16DC3076"/>
    <w:multiLevelType w:val="hybridMultilevel"/>
    <w:tmpl w:val="0BD09B84"/>
    <w:lvl w:ilvl="0" w:tplc="98A0BC7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1EE02C56"/>
    <w:multiLevelType w:val="hybridMultilevel"/>
    <w:tmpl w:val="100615A6"/>
    <w:lvl w:ilvl="0" w:tplc="AF3E486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2CE6265F"/>
    <w:multiLevelType w:val="hybridMultilevel"/>
    <w:tmpl w:val="78B068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23D153B"/>
    <w:multiLevelType w:val="hybridMultilevel"/>
    <w:tmpl w:val="B850753A"/>
    <w:lvl w:ilvl="0" w:tplc="4FD2AAC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41505A0F"/>
    <w:multiLevelType w:val="hybridMultilevel"/>
    <w:tmpl w:val="5134B80A"/>
    <w:lvl w:ilvl="0" w:tplc="9EC0D336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9">
    <w:nsid w:val="41D710BC"/>
    <w:multiLevelType w:val="multilevel"/>
    <w:tmpl w:val="41D710BC"/>
    <w:lvl w:ilvl="0">
      <w:start w:val="1"/>
      <w:numFmt w:val="japaneseCounting"/>
      <w:lvlText w:val="%1、"/>
      <w:lvlJc w:val="left"/>
      <w:pPr>
        <w:tabs>
          <w:tab w:val="num" w:pos="1783"/>
        </w:tabs>
        <w:ind w:left="1783" w:hanging="121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10">
    <w:nsid w:val="44DC71E0"/>
    <w:multiLevelType w:val="hybridMultilevel"/>
    <w:tmpl w:val="67D6F846"/>
    <w:lvl w:ilvl="0" w:tplc="5ADE51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9940015"/>
    <w:multiLevelType w:val="hybridMultilevel"/>
    <w:tmpl w:val="E8F20DF2"/>
    <w:lvl w:ilvl="0" w:tplc="F6F22A5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5" w:hanging="420"/>
      </w:pPr>
    </w:lvl>
    <w:lvl w:ilvl="2" w:tplc="0409001B" w:tentative="1">
      <w:start w:val="1"/>
      <w:numFmt w:val="lowerRoman"/>
      <w:lvlText w:val="%3."/>
      <w:lvlJc w:val="right"/>
      <w:pPr>
        <w:ind w:left="1305" w:hanging="420"/>
      </w:pPr>
    </w:lvl>
    <w:lvl w:ilvl="3" w:tplc="0409000F" w:tentative="1">
      <w:start w:val="1"/>
      <w:numFmt w:val="decimal"/>
      <w:lvlText w:val="%4."/>
      <w:lvlJc w:val="left"/>
      <w:pPr>
        <w:ind w:left="1725" w:hanging="420"/>
      </w:pPr>
    </w:lvl>
    <w:lvl w:ilvl="4" w:tplc="04090019" w:tentative="1">
      <w:start w:val="1"/>
      <w:numFmt w:val="lowerLetter"/>
      <w:lvlText w:val="%5)"/>
      <w:lvlJc w:val="left"/>
      <w:pPr>
        <w:ind w:left="2145" w:hanging="420"/>
      </w:pPr>
    </w:lvl>
    <w:lvl w:ilvl="5" w:tplc="0409001B" w:tentative="1">
      <w:start w:val="1"/>
      <w:numFmt w:val="lowerRoman"/>
      <w:lvlText w:val="%6."/>
      <w:lvlJc w:val="right"/>
      <w:pPr>
        <w:ind w:left="2565" w:hanging="420"/>
      </w:pPr>
    </w:lvl>
    <w:lvl w:ilvl="6" w:tplc="0409000F" w:tentative="1">
      <w:start w:val="1"/>
      <w:numFmt w:val="decimal"/>
      <w:lvlText w:val="%7."/>
      <w:lvlJc w:val="left"/>
      <w:pPr>
        <w:ind w:left="2985" w:hanging="420"/>
      </w:pPr>
    </w:lvl>
    <w:lvl w:ilvl="7" w:tplc="04090019" w:tentative="1">
      <w:start w:val="1"/>
      <w:numFmt w:val="lowerLetter"/>
      <w:lvlText w:val="%8)"/>
      <w:lvlJc w:val="left"/>
      <w:pPr>
        <w:ind w:left="3405" w:hanging="420"/>
      </w:pPr>
    </w:lvl>
    <w:lvl w:ilvl="8" w:tplc="0409001B" w:tentative="1">
      <w:start w:val="1"/>
      <w:numFmt w:val="lowerRoman"/>
      <w:lvlText w:val="%9."/>
      <w:lvlJc w:val="right"/>
      <w:pPr>
        <w:ind w:left="3825" w:hanging="420"/>
      </w:pPr>
    </w:lvl>
  </w:abstractNum>
  <w:abstractNum w:abstractNumId="12">
    <w:nsid w:val="4B5E24CA"/>
    <w:multiLevelType w:val="hybridMultilevel"/>
    <w:tmpl w:val="CA98D800"/>
    <w:lvl w:ilvl="0" w:tplc="FF305E16">
      <w:start w:val="1"/>
      <w:numFmt w:val="japaneseCounting"/>
      <w:lvlText w:val="（%1）"/>
      <w:lvlJc w:val="left"/>
      <w:pPr>
        <w:ind w:left="3916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3534" w:hanging="420"/>
      </w:pPr>
    </w:lvl>
    <w:lvl w:ilvl="2" w:tplc="0409001B" w:tentative="1">
      <w:start w:val="1"/>
      <w:numFmt w:val="lowerRoman"/>
      <w:lvlText w:val="%3."/>
      <w:lvlJc w:val="right"/>
      <w:pPr>
        <w:ind w:left="3954" w:hanging="420"/>
      </w:pPr>
    </w:lvl>
    <w:lvl w:ilvl="3" w:tplc="0409000F" w:tentative="1">
      <w:start w:val="1"/>
      <w:numFmt w:val="decimal"/>
      <w:lvlText w:val="%4."/>
      <w:lvlJc w:val="left"/>
      <w:pPr>
        <w:ind w:left="4374" w:hanging="420"/>
      </w:pPr>
    </w:lvl>
    <w:lvl w:ilvl="4" w:tplc="04090019" w:tentative="1">
      <w:start w:val="1"/>
      <w:numFmt w:val="lowerLetter"/>
      <w:lvlText w:val="%5)"/>
      <w:lvlJc w:val="left"/>
      <w:pPr>
        <w:ind w:left="4794" w:hanging="420"/>
      </w:pPr>
    </w:lvl>
    <w:lvl w:ilvl="5" w:tplc="0409001B" w:tentative="1">
      <w:start w:val="1"/>
      <w:numFmt w:val="lowerRoman"/>
      <w:lvlText w:val="%6."/>
      <w:lvlJc w:val="right"/>
      <w:pPr>
        <w:ind w:left="5214" w:hanging="420"/>
      </w:pPr>
    </w:lvl>
    <w:lvl w:ilvl="6" w:tplc="0409000F" w:tentative="1">
      <w:start w:val="1"/>
      <w:numFmt w:val="decimal"/>
      <w:lvlText w:val="%7."/>
      <w:lvlJc w:val="left"/>
      <w:pPr>
        <w:ind w:left="5634" w:hanging="420"/>
      </w:pPr>
    </w:lvl>
    <w:lvl w:ilvl="7" w:tplc="04090019" w:tentative="1">
      <w:start w:val="1"/>
      <w:numFmt w:val="lowerLetter"/>
      <w:lvlText w:val="%8)"/>
      <w:lvlJc w:val="left"/>
      <w:pPr>
        <w:ind w:left="6054" w:hanging="420"/>
      </w:pPr>
    </w:lvl>
    <w:lvl w:ilvl="8" w:tplc="0409001B" w:tentative="1">
      <w:start w:val="1"/>
      <w:numFmt w:val="lowerRoman"/>
      <w:lvlText w:val="%9."/>
      <w:lvlJc w:val="right"/>
      <w:pPr>
        <w:ind w:left="6474" w:hanging="420"/>
      </w:pPr>
    </w:lvl>
  </w:abstractNum>
  <w:abstractNum w:abstractNumId="13">
    <w:nsid w:val="4DB57116"/>
    <w:multiLevelType w:val="hybridMultilevel"/>
    <w:tmpl w:val="5E94BE86"/>
    <w:lvl w:ilvl="0" w:tplc="981AC9C6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4">
    <w:nsid w:val="54EE8734"/>
    <w:multiLevelType w:val="singleLevel"/>
    <w:tmpl w:val="54EE8734"/>
    <w:lvl w:ilvl="0">
      <w:start w:val="1"/>
      <w:numFmt w:val="chineseCounting"/>
      <w:suff w:val="nothing"/>
      <w:lvlText w:val="（%1）"/>
      <w:lvlJc w:val="left"/>
    </w:lvl>
  </w:abstractNum>
  <w:abstractNum w:abstractNumId="15">
    <w:nsid w:val="54FFDE53"/>
    <w:multiLevelType w:val="singleLevel"/>
    <w:tmpl w:val="54FFDE53"/>
    <w:lvl w:ilvl="0">
      <w:start w:val="4"/>
      <w:numFmt w:val="chineseCounting"/>
      <w:suff w:val="nothing"/>
      <w:lvlText w:val="%1、"/>
      <w:lvlJc w:val="left"/>
    </w:lvl>
  </w:abstractNum>
  <w:abstractNum w:abstractNumId="16">
    <w:nsid w:val="55F91388"/>
    <w:multiLevelType w:val="singleLevel"/>
    <w:tmpl w:val="55F91388"/>
    <w:lvl w:ilvl="0">
      <w:start w:val="2"/>
      <w:numFmt w:val="chineseCounting"/>
      <w:suff w:val="nothing"/>
      <w:lvlText w:val="%1、"/>
      <w:lvlJc w:val="left"/>
    </w:lvl>
  </w:abstractNum>
  <w:abstractNum w:abstractNumId="17">
    <w:nsid w:val="55F921CA"/>
    <w:multiLevelType w:val="singleLevel"/>
    <w:tmpl w:val="55F921CA"/>
    <w:lvl w:ilvl="0">
      <w:start w:val="6"/>
      <w:numFmt w:val="chineseCounting"/>
      <w:suff w:val="nothing"/>
      <w:lvlText w:val="%1、"/>
      <w:lvlJc w:val="left"/>
    </w:lvl>
  </w:abstractNum>
  <w:abstractNum w:abstractNumId="18">
    <w:nsid w:val="57150057"/>
    <w:multiLevelType w:val="hybridMultilevel"/>
    <w:tmpl w:val="5BE867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DBF219E"/>
    <w:multiLevelType w:val="hybridMultilevel"/>
    <w:tmpl w:val="5E009B1E"/>
    <w:lvl w:ilvl="0" w:tplc="DDD4B79A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</w:lvl>
    <w:lvl w:ilvl="1" w:tplc="04090019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20">
    <w:nsid w:val="5E5702A1"/>
    <w:multiLevelType w:val="hybridMultilevel"/>
    <w:tmpl w:val="BF548A4C"/>
    <w:lvl w:ilvl="0" w:tplc="2B965E4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1">
    <w:nsid w:val="700B27FC"/>
    <w:multiLevelType w:val="hybridMultilevel"/>
    <w:tmpl w:val="66E83DB6"/>
    <w:lvl w:ilvl="0" w:tplc="F6EEBFE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>
    <w:nsid w:val="724B6679"/>
    <w:multiLevelType w:val="hybridMultilevel"/>
    <w:tmpl w:val="1414850A"/>
    <w:lvl w:ilvl="0" w:tplc="FB5E0990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3">
    <w:nsid w:val="7A2F2F85"/>
    <w:multiLevelType w:val="hybridMultilevel"/>
    <w:tmpl w:val="E98655E6"/>
    <w:lvl w:ilvl="0" w:tplc="A302F53E">
      <w:start w:val="1"/>
      <w:numFmt w:val="japaneseCounting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24">
    <w:nsid w:val="7A5B41A5"/>
    <w:multiLevelType w:val="hybridMultilevel"/>
    <w:tmpl w:val="522278A4"/>
    <w:lvl w:ilvl="0" w:tplc="B0680716">
      <w:start w:val="2015"/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7D447714"/>
    <w:multiLevelType w:val="hybridMultilevel"/>
    <w:tmpl w:val="81E24976"/>
    <w:lvl w:ilvl="0" w:tplc="F020853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6">
    <w:nsid w:val="7D811C58"/>
    <w:multiLevelType w:val="hybridMultilevel"/>
    <w:tmpl w:val="24D443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"/>
  </w:num>
  <w:num w:numId="2">
    <w:abstractNumId w:val="0"/>
  </w:num>
  <w:num w:numId="3">
    <w:abstractNumId w:val="2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5"/>
  </w:num>
  <w:num w:numId="7">
    <w:abstractNumId w:val="7"/>
  </w:num>
  <w:num w:numId="8">
    <w:abstractNumId w:val="13"/>
  </w:num>
  <w:num w:numId="9">
    <w:abstractNumId w:val="24"/>
  </w:num>
  <w:num w:numId="10">
    <w:abstractNumId w:val="16"/>
  </w:num>
  <w:num w:numId="11">
    <w:abstractNumId w:val="17"/>
  </w:num>
  <w:num w:numId="12">
    <w:abstractNumId w:val="23"/>
  </w:num>
  <w:num w:numId="13">
    <w:abstractNumId w:val="22"/>
  </w:num>
  <w:num w:numId="14">
    <w:abstractNumId w:val="5"/>
  </w:num>
  <w:num w:numId="15">
    <w:abstractNumId w:val="12"/>
  </w:num>
  <w:num w:numId="16">
    <w:abstractNumId w:val="15"/>
  </w:num>
  <w:num w:numId="17">
    <w:abstractNumId w:val="14"/>
  </w:num>
  <w:num w:numId="18">
    <w:abstractNumId w:val="9"/>
  </w:num>
  <w:num w:numId="19">
    <w:abstractNumId w:val="2"/>
  </w:num>
  <w:num w:numId="20">
    <w:abstractNumId w:val="20"/>
  </w:num>
  <w:num w:numId="21">
    <w:abstractNumId w:val="3"/>
  </w:num>
  <w:num w:numId="22">
    <w:abstractNumId w:val="18"/>
  </w:num>
  <w:num w:numId="23">
    <w:abstractNumId w:val="1"/>
  </w:num>
  <w:num w:numId="24">
    <w:abstractNumId w:val="8"/>
  </w:num>
  <w:num w:numId="25">
    <w:abstractNumId w:val="4"/>
  </w:num>
  <w:num w:numId="26">
    <w:abstractNumId w:val="1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evenAndOddHeaders/>
  <w:drawingGridHorizontalSpacing w:val="105"/>
  <w:drawingGridVerticalSpacing w:val="293"/>
  <w:displayHorizontalDrawingGridEvery w:val="0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2D"/>
    <w:rsid w:val="000018A1"/>
    <w:rsid w:val="00001F8C"/>
    <w:rsid w:val="00002DCD"/>
    <w:rsid w:val="00003436"/>
    <w:rsid w:val="00004F41"/>
    <w:rsid w:val="00005407"/>
    <w:rsid w:val="00006573"/>
    <w:rsid w:val="000118E4"/>
    <w:rsid w:val="000123DF"/>
    <w:rsid w:val="00012AC6"/>
    <w:rsid w:val="00012BB0"/>
    <w:rsid w:val="00012C5D"/>
    <w:rsid w:val="00012CD3"/>
    <w:rsid w:val="00013253"/>
    <w:rsid w:val="000134A7"/>
    <w:rsid w:val="00013899"/>
    <w:rsid w:val="000156A6"/>
    <w:rsid w:val="00015D2A"/>
    <w:rsid w:val="00016BD1"/>
    <w:rsid w:val="00017039"/>
    <w:rsid w:val="00017D0D"/>
    <w:rsid w:val="00020731"/>
    <w:rsid w:val="00020FE3"/>
    <w:rsid w:val="00021D9E"/>
    <w:rsid w:val="00023BE3"/>
    <w:rsid w:val="00024465"/>
    <w:rsid w:val="000247A1"/>
    <w:rsid w:val="00025057"/>
    <w:rsid w:val="0002507C"/>
    <w:rsid w:val="00025580"/>
    <w:rsid w:val="000270E5"/>
    <w:rsid w:val="0002772B"/>
    <w:rsid w:val="00030A34"/>
    <w:rsid w:val="00030ABE"/>
    <w:rsid w:val="00034857"/>
    <w:rsid w:val="00035006"/>
    <w:rsid w:val="00035212"/>
    <w:rsid w:val="0003600B"/>
    <w:rsid w:val="000415D0"/>
    <w:rsid w:val="000418E8"/>
    <w:rsid w:val="00042590"/>
    <w:rsid w:val="000453EB"/>
    <w:rsid w:val="00045B09"/>
    <w:rsid w:val="00046169"/>
    <w:rsid w:val="00046FD8"/>
    <w:rsid w:val="000472A3"/>
    <w:rsid w:val="000478EB"/>
    <w:rsid w:val="00050BF4"/>
    <w:rsid w:val="0005185C"/>
    <w:rsid w:val="000534CD"/>
    <w:rsid w:val="00054DB1"/>
    <w:rsid w:val="0005584D"/>
    <w:rsid w:val="00055C70"/>
    <w:rsid w:val="00055CF8"/>
    <w:rsid w:val="00056604"/>
    <w:rsid w:val="00056EAB"/>
    <w:rsid w:val="00056F65"/>
    <w:rsid w:val="00060F4E"/>
    <w:rsid w:val="000612B5"/>
    <w:rsid w:val="000622B2"/>
    <w:rsid w:val="000632D9"/>
    <w:rsid w:val="000636D7"/>
    <w:rsid w:val="00064000"/>
    <w:rsid w:val="00064BA4"/>
    <w:rsid w:val="00065CE1"/>
    <w:rsid w:val="00067334"/>
    <w:rsid w:val="0007134E"/>
    <w:rsid w:val="000735BF"/>
    <w:rsid w:val="00073928"/>
    <w:rsid w:val="00074653"/>
    <w:rsid w:val="00076070"/>
    <w:rsid w:val="000807AA"/>
    <w:rsid w:val="0008301E"/>
    <w:rsid w:val="00086D0C"/>
    <w:rsid w:val="0008750E"/>
    <w:rsid w:val="00093714"/>
    <w:rsid w:val="000937AB"/>
    <w:rsid w:val="000A00A7"/>
    <w:rsid w:val="000A0E9E"/>
    <w:rsid w:val="000A437C"/>
    <w:rsid w:val="000A4397"/>
    <w:rsid w:val="000A6161"/>
    <w:rsid w:val="000A67C9"/>
    <w:rsid w:val="000B285B"/>
    <w:rsid w:val="000B36E2"/>
    <w:rsid w:val="000B44EF"/>
    <w:rsid w:val="000B4E85"/>
    <w:rsid w:val="000B548E"/>
    <w:rsid w:val="000B55F7"/>
    <w:rsid w:val="000C2476"/>
    <w:rsid w:val="000C3322"/>
    <w:rsid w:val="000C3B42"/>
    <w:rsid w:val="000C4DA8"/>
    <w:rsid w:val="000C4F50"/>
    <w:rsid w:val="000C5187"/>
    <w:rsid w:val="000C54F9"/>
    <w:rsid w:val="000C5A5D"/>
    <w:rsid w:val="000C5EF6"/>
    <w:rsid w:val="000C7FEB"/>
    <w:rsid w:val="000D1CF1"/>
    <w:rsid w:val="000D1F52"/>
    <w:rsid w:val="000D37A4"/>
    <w:rsid w:val="000D5DBB"/>
    <w:rsid w:val="000D6312"/>
    <w:rsid w:val="000E2991"/>
    <w:rsid w:val="000E2EA3"/>
    <w:rsid w:val="000E3BD8"/>
    <w:rsid w:val="000E5603"/>
    <w:rsid w:val="000E59CA"/>
    <w:rsid w:val="000E677B"/>
    <w:rsid w:val="000E7030"/>
    <w:rsid w:val="000F0EB5"/>
    <w:rsid w:val="000F23DE"/>
    <w:rsid w:val="000F3180"/>
    <w:rsid w:val="000F3ADF"/>
    <w:rsid w:val="000F4959"/>
    <w:rsid w:val="000F7162"/>
    <w:rsid w:val="00102663"/>
    <w:rsid w:val="0010329E"/>
    <w:rsid w:val="001042A0"/>
    <w:rsid w:val="00104335"/>
    <w:rsid w:val="00106005"/>
    <w:rsid w:val="00106C94"/>
    <w:rsid w:val="0010764A"/>
    <w:rsid w:val="00107AD9"/>
    <w:rsid w:val="00110E99"/>
    <w:rsid w:val="00111322"/>
    <w:rsid w:val="00112DDF"/>
    <w:rsid w:val="00112F29"/>
    <w:rsid w:val="00113320"/>
    <w:rsid w:val="0011383F"/>
    <w:rsid w:val="00113F90"/>
    <w:rsid w:val="00115145"/>
    <w:rsid w:val="00115305"/>
    <w:rsid w:val="00117CEC"/>
    <w:rsid w:val="0012013F"/>
    <w:rsid w:val="00123054"/>
    <w:rsid w:val="00123D3D"/>
    <w:rsid w:val="001251A2"/>
    <w:rsid w:val="001256D2"/>
    <w:rsid w:val="00127EB8"/>
    <w:rsid w:val="00134383"/>
    <w:rsid w:val="00134A6C"/>
    <w:rsid w:val="00134CD4"/>
    <w:rsid w:val="00134E64"/>
    <w:rsid w:val="0014233D"/>
    <w:rsid w:val="001448A6"/>
    <w:rsid w:val="00145B6F"/>
    <w:rsid w:val="0014793D"/>
    <w:rsid w:val="00147DE9"/>
    <w:rsid w:val="001533FA"/>
    <w:rsid w:val="00153DE2"/>
    <w:rsid w:val="00154875"/>
    <w:rsid w:val="00154DC9"/>
    <w:rsid w:val="00154F64"/>
    <w:rsid w:val="0016038C"/>
    <w:rsid w:val="00161FAC"/>
    <w:rsid w:val="00162C3E"/>
    <w:rsid w:val="001631F2"/>
    <w:rsid w:val="00163A58"/>
    <w:rsid w:val="00166737"/>
    <w:rsid w:val="00167D57"/>
    <w:rsid w:val="00167FA9"/>
    <w:rsid w:val="001709AF"/>
    <w:rsid w:val="00173B45"/>
    <w:rsid w:val="00176688"/>
    <w:rsid w:val="001775B6"/>
    <w:rsid w:val="00177F9F"/>
    <w:rsid w:val="00181D4B"/>
    <w:rsid w:val="00182418"/>
    <w:rsid w:val="00182452"/>
    <w:rsid w:val="001824D0"/>
    <w:rsid w:val="001824F2"/>
    <w:rsid w:val="001833B1"/>
    <w:rsid w:val="00184091"/>
    <w:rsid w:val="00184D10"/>
    <w:rsid w:val="00185D06"/>
    <w:rsid w:val="00191017"/>
    <w:rsid w:val="001920D3"/>
    <w:rsid w:val="00193229"/>
    <w:rsid w:val="0019750F"/>
    <w:rsid w:val="0019763F"/>
    <w:rsid w:val="00197F01"/>
    <w:rsid w:val="001A0A91"/>
    <w:rsid w:val="001A2380"/>
    <w:rsid w:val="001A3859"/>
    <w:rsid w:val="001A3BF8"/>
    <w:rsid w:val="001A4100"/>
    <w:rsid w:val="001A4270"/>
    <w:rsid w:val="001A4345"/>
    <w:rsid w:val="001A5AED"/>
    <w:rsid w:val="001A73C7"/>
    <w:rsid w:val="001A77BD"/>
    <w:rsid w:val="001A7A85"/>
    <w:rsid w:val="001B0545"/>
    <w:rsid w:val="001B0B9B"/>
    <w:rsid w:val="001B107E"/>
    <w:rsid w:val="001B23E0"/>
    <w:rsid w:val="001B4F20"/>
    <w:rsid w:val="001B6551"/>
    <w:rsid w:val="001B6A1A"/>
    <w:rsid w:val="001B6E49"/>
    <w:rsid w:val="001C10D7"/>
    <w:rsid w:val="001C14EB"/>
    <w:rsid w:val="001C1FFF"/>
    <w:rsid w:val="001C27BE"/>
    <w:rsid w:val="001C3B96"/>
    <w:rsid w:val="001C5118"/>
    <w:rsid w:val="001C5FBE"/>
    <w:rsid w:val="001C7685"/>
    <w:rsid w:val="001C7B50"/>
    <w:rsid w:val="001C7CCE"/>
    <w:rsid w:val="001D03D5"/>
    <w:rsid w:val="001D0AF8"/>
    <w:rsid w:val="001D5A78"/>
    <w:rsid w:val="001D6A5E"/>
    <w:rsid w:val="001E03E4"/>
    <w:rsid w:val="001E0EA3"/>
    <w:rsid w:val="001E1517"/>
    <w:rsid w:val="001E1572"/>
    <w:rsid w:val="001E1FDB"/>
    <w:rsid w:val="001E26C5"/>
    <w:rsid w:val="001E2A16"/>
    <w:rsid w:val="001E30A2"/>
    <w:rsid w:val="001E37D9"/>
    <w:rsid w:val="001E5358"/>
    <w:rsid w:val="001F0517"/>
    <w:rsid w:val="001F093F"/>
    <w:rsid w:val="001F11CA"/>
    <w:rsid w:val="001F2AAA"/>
    <w:rsid w:val="001F2B49"/>
    <w:rsid w:val="001F43AA"/>
    <w:rsid w:val="001F63C2"/>
    <w:rsid w:val="002024D4"/>
    <w:rsid w:val="00202B7D"/>
    <w:rsid w:val="002053D4"/>
    <w:rsid w:val="00207029"/>
    <w:rsid w:val="002101CB"/>
    <w:rsid w:val="00210F69"/>
    <w:rsid w:val="0021128E"/>
    <w:rsid w:val="0021137D"/>
    <w:rsid w:val="00214FD3"/>
    <w:rsid w:val="00216E42"/>
    <w:rsid w:val="00220379"/>
    <w:rsid w:val="002215B3"/>
    <w:rsid w:val="00222A95"/>
    <w:rsid w:val="00224296"/>
    <w:rsid w:val="00225F8C"/>
    <w:rsid w:val="00226F4A"/>
    <w:rsid w:val="0022713D"/>
    <w:rsid w:val="00230B91"/>
    <w:rsid w:val="00231534"/>
    <w:rsid w:val="0023155A"/>
    <w:rsid w:val="00231A49"/>
    <w:rsid w:val="00233300"/>
    <w:rsid w:val="0023612A"/>
    <w:rsid w:val="00236DF5"/>
    <w:rsid w:val="00237EEE"/>
    <w:rsid w:val="00240AB8"/>
    <w:rsid w:val="002412DF"/>
    <w:rsid w:val="00242D2D"/>
    <w:rsid w:val="00242D5F"/>
    <w:rsid w:val="0024395B"/>
    <w:rsid w:val="00243DDA"/>
    <w:rsid w:val="002443EE"/>
    <w:rsid w:val="00246279"/>
    <w:rsid w:val="002474B7"/>
    <w:rsid w:val="002475D7"/>
    <w:rsid w:val="002507D5"/>
    <w:rsid w:val="0025298E"/>
    <w:rsid w:val="00253C0C"/>
    <w:rsid w:val="00254C21"/>
    <w:rsid w:val="00254E6F"/>
    <w:rsid w:val="00260885"/>
    <w:rsid w:val="0026125D"/>
    <w:rsid w:val="002615D8"/>
    <w:rsid w:val="00262571"/>
    <w:rsid w:val="00265953"/>
    <w:rsid w:val="00265A88"/>
    <w:rsid w:val="002666D2"/>
    <w:rsid w:val="00266888"/>
    <w:rsid w:val="002668F3"/>
    <w:rsid w:val="00267F18"/>
    <w:rsid w:val="00270AD8"/>
    <w:rsid w:val="00272723"/>
    <w:rsid w:val="00272AD6"/>
    <w:rsid w:val="002768EC"/>
    <w:rsid w:val="00276EB8"/>
    <w:rsid w:val="00280804"/>
    <w:rsid w:val="002812D7"/>
    <w:rsid w:val="00281679"/>
    <w:rsid w:val="0028174C"/>
    <w:rsid w:val="00282777"/>
    <w:rsid w:val="00283A6C"/>
    <w:rsid w:val="00283F4C"/>
    <w:rsid w:val="0028755B"/>
    <w:rsid w:val="00290F3F"/>
    <w:rsid w:val="002913C4"/>
    <w:rsid w:val="00293744"/>
    <w:rsid w:val="00297799"/>
    <w:rsid w:val="002A0CDB"/>
    <w:rsid w:val="002B13B2"/>
    <w:rsid w:val="002B36C1"/>
    <w:rsid w:val="002B6407"/>
    <w:rsid w:val="002B6BC7"/>
    <w:rsid w:val="002B6E41"/>
    <w:rsid w:val="002C1292"/>
    <w:rsid w:val="002C211E"/>
    <w:rsid w:val="002C3A7D"/>
    <w:rsid w:val="002C3BF3"/>
    <w:rsid w:val="002C4128"/>
    <w:rsid w:val="002C664A"/>
    <w:rsid w:val="002C75A3"/>
    <w:rsid w:val="002D07A8"/>
    <w:rsid w:val="002D1B20"/>
    <w:rsid w:val="002D291C"/>
    <w:rsid w:val="002D3B0F"/>
    <w:rsid w:val="002D54D6"/>
    <w:rsid w:val="002E0564"/>
    <w:rsid w:val="002E06F6"/>
    <w:rsid w:val="002E095F"/>
    <w:rsid w:val="002E1433"/>
    <w:rsid w:val="002E1AAE"/>
    <w:rsid w:val="002E25E5"/>
    <w:rsid w:val="002E43ED"/>
    <w:rsid w:val="002E5EE5"/>
    <w:rsid w:val="002E70BB"/>
    <w:rsid w:val="002E7F3E"/>
    <w:rsid w:val="002F0659"/>
    <w:rsid w:val="002F0DBB"/>
    <w:rsid w:val="002F4AD5"/>
    <w:rsid w:val="002F4E51"/>
    <w:rsid w:val="002F5653"/>
    <w:rsid w:val="002F593F"/>
    <w:rsid w:val="002F60C7"/>
    <w:rsid w:val="002F68CD"/>
    <w:rsid w:val="002F6CD2"/>
    <w:rsid w:val="00301396"/>
    <w:rsid w:val="0030180A"/>
    <w:rsid w:val="00301A68"/>
    <w:rsid w:val="003027DA"/>
    <w:rsid w:val="00303FBB"/>
    <w:rsid w:val="003043AF"/>
    <w:rsid w:val="003044FB"/>
    <w:rsid w:val="00305BEA"/>
    <w:rsid w:val="00306DC3"/>
    <w:rsid w:val="00307052"/>
    <w:rsid w:val="00307642"/>
    <w:rsid w:val="0031322B"/>
    <w:rsid w:val="00313441"/>
    <w:rsid w:val="00314441"/>
    <w:rsid w:val="00315788"/>
    <w:rsid w:val="00315B33"/>
    <w:rsid w:val="00320E0C"/>
    <w:rsid w:val="00321980"/>
    <w:rsid w:val="003221E3"/>
    <w:rsid w:val="003244BE"/>
    <w:rsid w:val="003261CA"/>
    <w:rsid w:val="00326D1D"/>
    <w:rsid w:val="0032733F"/>
    <w:rsid w:val="003275C2"/>
    <w:rsid w:val="00330798"/>
    <w:rsid w:val="00330B8E"/>
    <w:rsid w:val="00330C6A"/>
    <w:rsid w:val="00332436"/>
    <w:rsid w:val="003335E2"/>
    <w:rsid w:val="00333DFB"/>
    <w:rsid w:val="00334E75"/>
    <w:rsid w:val="0033528B"/>
    <w:rsid w:val="00335E35"/>
    <w:rsid w:val="00340413"/>
    <w:rsid w:val="00342F32"/>
    <w:rsid w:val="00344C50"/>
    <w:rsid w:val="00345C42"/>
    <w:rsid w:val="00346E75"/>
    <w:rsid w:val="00346F85"/>
    <w:rsid w:val="00347A1C"/>
    <w:rsid w:val="00351239"/>
    <w:rsid w:val="00351CA4"/>
    <w:rsid w:val="00353F4B"/>
    <w:rsid w:val="003540CB"/>
    <w:rsid w:val="00354798"/>
    <w:rsid w:val="00355768"/>
    <w:rsid w:val="00360AAD"/>
    <w:rsid w:val="00361FE5"/>
    <w:rsid w:val="00362103"/>
    <w:rsid w:val="003656D3"/>
    <w:rsid w:val="00366949"/>
    <w:rsid w:val="00367149"/>
    <w:rsid w:val="00370A6B"/>
    <w:rsid w:val="00371718"/>
    <w:rsid w:val="00373236"/>
    <w:rsid w:val="003777D5"/>
    <w:rsid w:val="003806E0"/>
    <w:rsid w:val="0038107B"/>
    <w:rsid w:val="003840CF"/>
    <w:rsid w:val="00385B47"/>
    <w:rsid w:val="00386DBA"/>
    <w:rsid w:val="00387E35"/>
    <w:rsid w:val="003907DE"/>
    <w:rsid w:val="00391475"/>
    <w:rsid w:val="00391850"/>
    <w:rsid w:val="003960EA"/>
    <w:rsid w:val="003969C8"/>
    <w:rsid w:val="00396B47"/>
    <w:rsid w:val="003977CC"/>
    <w:rsid w:val="003A15E3"/>
    <w:rsid w:val="003A2B9C"/>
    <w:rsid w:val="003A37C6"/>
    <w:rsid w:val="003A60E8"/>
    <w:rsid w:val="003A6B97"/>
    <w:rsid w:val="003A7F49"/>
    <w:rsid w:val="003B0EA5"/>
    <w:rsid w:val="003B17A2"/>
    <w:rsid w:val="003B633E"/>
    <w:rsid w:val="003B7CF1"/>
    <w:rsid w:val="003C0921"/>
    <w:rsid w:val="003C0B1F"/>
    <w:rsid w:val="003C11B9"/>
    <w:rsid w:val="003C1C57"/>
    <w:rsid w:val="003C20D4"/>
    <w:rsid w:val="003C6A49"/>
    <w:rsid w:val="003C7658"/>
    <w:rsid w:val="003C79B1"/>
    <w:rsid w:val="003D3064"/>
    <w:rsid w:val="003D3EE0"/>
    <w:rsid w:val="003D5B85"/>
    <w:rsid w:val="003D6483"/>
    <w:rsid w:val="003E00C4"/>
    <w:rsid w:val="003E01D8"/>
    <w:rsid w:val="003E0622"/>
    <w:rsid w:val="003E2F30"/>
    <w:rsid w:val="003E373D"/>
    <w:rsid w:val="003E415C"/>
    <w:rsid w:val="003E4690"/>
    <w:rsid w:val="003E46F5"/>
    <w:rsid w:val="003E4F47"/>
    <w:rsid w:val="003E5687"/>
    <w:rsid w:val="003E5E50"/>
    <w:rsid w:val="003E7E35"/>
    <w:rsid w:val="003F0BF9"/>
    <w:rsid w:val="003F1189"/>
    <w:rsid w:val="003F1E20"/>
    <w:rsid w:val="003F2227"/>
    <w:rsid w:val="003F2AFB"/>
    <w:rsid w:val="003F3274"/>
    <w:rsid w:val="003F453F"/>
    <w:rsid w:val="003F45D9"/>
    <w:rsid w:val="003F4B02"/>
    <w:rsid w:val="003F4FB3"/>
    <w:rsid w:val="003F56CA"/>
    <w:rsid w:val="003F58B0"/>
    <w:rsid w:val="003F59CA"/>
    <w:rsid w:val="003F623D"/>
    <w:rsid w:val="00400FC3"/>
    <w:rsid w:val="0040129A"/>
    <w:rsid w:val="00401AAD"/>
    <w:rsid w:val="00403646"/>
    <w:rsid w:val="00404B36"/>
    <w:rsid w:val="0040594A"/>
    <w:rsid w:val="004059D3"/>
    <w:rsid w:val="00406081"/>
    <w:rsid w:val="00406BE5"/>
    <w:rsid w:val="00407D31"/>
    <w:rsid w:val="00411334"/>
    <w:rsid w:val="00411935"/>
    <w:rsid w:val="004124D8"/>
    <w:rsid w:val="0041596E"/>
    <w:rsid w:val="004168F6"/>
    <w:rsid w:val="00420C11"/>
    <w:rsid w:val="004221E4"/>
    <w:rsid w:val="00423E80"/>
    <w:rsid w:val="0042457F"/>
    <w:rsid w:val="00426AAB"/>
    <w:rsid w:val="00427554"/>
    <w:rsid w:val="00431682"/>
    <w:rsid w:val="0043208B"/>
    <w:rsid w:val="0043243C"/>
    <w:rsid w:val="00432A66"/>
    <w:rsid w:val="0043307B"/>
    <w:rsid w:val="004364C5"/>
    <w:rsid w:val="00436E4E"/>
    <w:rsid w:val="00440FC1"/>
    <w:rsid w:val="00442810"/>
    <w:rsid w:val="004429BE"/>
    <w:rsid w:val="00446B89"/>
    <w:rsid w:val="00447145"/>
    <w:rsid w:val="00452D8C"/>
    <w:rsid w:val="00453978"/>
    <w:rsid w:val="00454394"/>
    <w:rsid w:val="00454957"/>
    <w:rsid w:val="00456180"/>
    <w:rsid w:val="00456A27"/>
    <w:rsid w:val="004609A4"/>
    <w:rsid w:val="00461243"/>
    <w:rsid w:val="004613C2"/>
    <w:rsid w:val="004616AF"/>
    <w:rsid w:val="004627B7"/>
    <w:rsid w:val="00462CF1"/>
    <w:rsid w:val="004633D4"/>
    <w:rsid w:val="00463622"/>
    <w:rsid w:val="00463BBA"/>
    <w:rsid w:val="0046421E"/>
    <w:rsid w:val="00465397"/>
    <w:rsid w:val="00465C8B"/>
    <w:rsid w:val="00465D9E"/>
    <w:rsid w:val="00466611"/>
    <w:rsid w:val="00466DF2"/>
    <w:rsid w:val="00467527"/>
    <w:rsid w:val="00470493"/>
    <w:rsid w:val="00470C8A"/>
    <w:rsid w:val="00470C8B"/>
    <w:rsid w:val="00471B77"/>
    <w:rsid w:val="00472A95"/>
    <w:rsid w:val="004730AD"/>
    <w:rsid w:val="00473CDF"/>
    <w:rsid w:val="00473D11"/>
    <w:rsid w:val="00474643"/>
    <w:rsid w:val="00475220"/>
    <w:rsid w:val="00475E17"/>
    <w:rsid w:val="004761D5"/>
    <w:rsid w:val="00476648"/>
    <w:rsid w:val="00476B51"/>
    <w:rsid w:val="004839BB"/>
    <w:rsid w:val="00483B2C"/>
    <w:rsid w:val="00483F5F"/>
    <w:rsid w:val="0049021A"/>
    <w:rsid w:val="004907D6"/>
    <w:rsid w:val="00491063"/>
    <w:rsid w:val="00491566"/>
    <w:rsid w:val="00491C45"/>
    <w:rsid w:val="00492589"/>
    <w:rsid w:val="004930BC"/>
    <w:rsid w:val="00494FD3"/>
    <w:rsid w:val="00495384"/>
    <w:rsid w:val="00495567"/>
    <w:rsid w:val="00495CE1"/>
    <w:rsid w:val="00497F46"/>
    <w:rsid w:val="004A0281"/>
    <w:rsid w:val="004A0ED0"/>
    <w:rsid w:val="004A0F4E"/>
    <w:rsid w:val="004A131B"/>
    <w:rsid w:val="004A2529"/>
    <w:rsid w:val="004A4435"/>
    <w:rsid w:val="004A5818"/>
    <w:rsid w:val="004A5878"/>
    <w:rsid w:val="004A6465"/>
    <w:rsid w:val="004A74CE"/>
    <w:rsid w:val="004A78DF"/>
    <w:rsid w:val="004B0723"/>
    <w:rsid w:val="004B304E"/>
    <w:rsid w:val="004B34F5"/>
    <w:rsid w:val="004B4FAE"/>
    <w:rsid w:val="004B7CBD"/>
    <w:rsid w:val="004B7D25"/>
    <w:rsid w:val="004C060D"/>
    <w:rsid w:val="004C078A"/>
    <w:rsid w:val="004C132C"/>
    <w:rsid w:val="004C1E30"/>
    <w:rsid w:val="004C5954"/>
    <w:rsid w:val="004C651A"/>
    <w:rsid w:val="004D12EE"/>
    <w:rsid w:val="004D4BB9"/>
    <w:rsid w:val="004D553C"/>
    <w:rsid w:val="004D7317"/>
    <w:rsid w:val="004E1723"/>
    <w:rsid w:val="004E19FA"/>
    <w:rsid w:val="004E20AC"/>
    <w:rsid w:val="004E2BD8"/>
    <w:rsid w:val="004E4158"/>
    <w:rsid w:val="004E473B"/>
    <w:rsid w:val="004E48B6"/>
    <w:rsid w:val="004E4BB8"/>
    <w:rsid w:val="004E4D45"/>
    <w:rsid w:val="004E523E"/>
    <w:rsid w:val="004E5AB7"/>
    <w:rsid w:val="004F19BE"/>
    <w:rsid w:val="004F2380"/>
    <w:rsid w:val="004F3B21"/>
    <w:rsid w:val="004F4689"/>
    <w:rsid w:val="004F4E17"/>
    <w:rsid w:val="004F50D1"/>
    <w:rsid w:val="004F72B3"/>
    <w:rsid w:val="0050088F"/>
    <w:rsid w:val="00500CC9"/>
    <w:rsid w:val="005018B3"/>
    <w:rsid w:val="00501DB8"/>
    <w:rsid w:val="005036CF"/>
    <w:rsid w:val="005059B8"/>
    <w:rsid w:val="005061FB"/>
    <w:rsid w:val="00510FA8"/>
    <w:rsid w:val="005112B1"/>
    <w:rsid w:val="00513FDD"/>
    <w:rsid w:val="005149FF"/>
    <w:rsid w:val="0051768C"/>
    <w:rsid w:val="005209DB"/>
    <w:rsid w:val="005259D8"/>
    <w:rsid w:val="005265B2"/>
    <w:rsid w:val="005265BC"/>
    <w:rsid w:val="00527BA2"/>
    <w:rsid w:val="0053001C"/>
    <w:rsid w:val="00530455"/>
    <w:rsid w:val="005324C4"/>
    <w:rsid w:val="00532EB1"/>
    <w:rsid w:val="0053311B"/>
    <w:rsid w:val="00533A3D"/>
    <w:rsid w:val="005361C4"/>
    <w:rsid w:val="00540B66"/>
    <w:rsid w:val="00540C44"/>
    <w:rsid w:val="00541D3E"/>
    <w:rsid w:val="005513AE"/>
    <w:rsid w:val="00551983"/>
    <w:rsid w:val="005551E7"/>
    <w:rsid w:val="00555D5B"/>
    <w:rsid w:val="005619F0"/>
    <w:rsid w:val="00561D6F"/>
    <w:rsid w:val="005639D7"/>
    <w:rsid w:val="00565337"/>
    <w:rsid w:val="00566167"/>
    <w:rsid w:val="0056707D"/>
    <w:rsid w:val="005701F6"/>
    <w:rsid w:val="0057045C"/>
    <w:rsid w:val="00570BA2"/>
    <w:rsid w:val="00571410"/>
    <w:rsid w:val="00571777"/>
    <w:rsid w:val="005717E1"/>
    <w:rsid w:val="0057391B"/>
    <w:rsid w:val="005740A3"/>
    <w:rsid w:val="00581470"/>
    <w:rsid w:val="00581582"/>
    <w:rsid w:val="00583F8F"/>
    <w:rsid w:val="005852BF"/>
    <w:rsid w:val="005856C1"/>
    <w:rsid w:val="00587BED"/>
    <w:rsid w:val="00590CE1"/>
    <w:rsid w:val="00591361"/>
    <w:rsid w:val="00594343"/>
    <w:rsid w:val="00594952"/>
    <w:rsid w:val="00594B6B"/>
    <w:rsid w:val="00594B72"/>
    <w:rsid w:val="00595956"/>
    <w:rsid w:val="0059641D"/>
    <w:rsid w:val="00596895"/>
    <w:rsid w:val="00597CEC"/>
    <w:rsid w:val="005A0371"/>
    <w:rsid w:val="005A0A96"/>
    <w:rsid w:val="005A12A0"/>
    <w:rsid w:val="005A16A5"/>
    <w:rsid w:val="005A1F15"/>
    <w:rsid w:val="005A2341"/>
    <w:rsid w:val="005A38E3"/>
    <w:rsid w:val="005A4DE2"/>
    <w:rsid w:val="005A5099"/>
    <w:rsid w:val="005A51E7"/>
    <w:rsid w:val="005A5910"/>
    <w:rsid w:val="005A5A4C"/>
    <w:rsid w:val="005A5C28"/>
    <w:rsid w:val="005A6993"/>
    <w:rsid w:val="005B2C70"/>
    <w:rsid w:val="005B3DAD"/>
    <w:rsid w:val="005B4DB0"/>
    <w:rsid w:val="005C03E6"/>
    <w:rsid w:val="005C07EA"/>
    <w:rsid w:val="005C29C4"/>
    <w:rsid w:val="005C325F"/>
    <w:rsid w:val="005C3522"/>
    <w:rsid w:val="005C382D"/>
    <w:rsid w:val="005C420B"/>
    <w:rsid w:val="005C4405"/>
    <w:rsid w:val="005C45A0"/>
    <w:rsid w:val="005C4B2A"/>
    <w:rsid w:val="005C53B6"/>
    <w:rsid w:val="005C5D1D"/>
    <w:rsid w:val="005C60B4"/>
    <w:rsid w:val="005C6F9B"/>
    <w:rsid w:val="005C7142"/>
    <w:rsid w:val="005D00B6"/>
    <w:rsid w:val="005D028F"/>
    <w:rsid w:val="005D0411"/>
    <w:rsid w:val="005D0757"/>
    <w:rsid w:val="005D2040"/>
    <w:rsid w:val="005D20D4"/>
    <w:rsid w:val="005D4454"/>
    <w:rsid w:val="005D4577"/>
    <w:rsid w:val="005D650A"/>
    <w:rsid w:val="005D68A2"/>
    <w:rsid w:val="005D6ABF"/>
    <w:rsid w:val="005D6D90"/>
    <w:rsid w:val="005D7125"/>
    <w:rsid w:val="005E08AC"/>
    <w:rsid w:val="005E3618"/>
    <w:rsid w:val="005E3D39"/>
    <w:rsid w:val="005E7F7A"/>
    <w:rsid w:val="005F1ADE"/>
    <w:rsid w:val="005F2455"/>
    <w:rsid w:val="005F57A0"/>
    <w:rsid w:val="005F6307"/>
    <w:rsid w:val="005F7890"/>
    <w:rsid w:val="005F7A34"/>
    <w:rsid w:val="0060026B"/>
    <w:rsid w:val="00602D8C"/>
    <w:rsid w:val="00603E1D"/>
    <w:rsid w:val="006049AF"/>
    <w:rsid w:val="00606AAD"/>
    <w:rsid w:val="00606C72"/>
    <w:rsid w:val="00607EF0"/>
    <w:rsid w:val="00612829"/>
    <w:rsid w:val="0061525A"/>
    <w:rsid w:val="00615F6F"/>
    <w:rsid w:val="00616927"/>
    <w:rsid w:val="0061742C"/>
    <w:rsid w:val="0061790F"/>
    <w:rsid w:val="00621B54"/>
    <w:rsid w:val="006263DD"/>
    <w:rsid w:val="00626E57"/>
    <w:rsid w:val="00627523"/>
    <w:rsid w:val="0063276B"/>
    <w:rsid w:val="006336A7"/>
    <w:rsid w:val="00633867"/>
    <w:rsid w:val="00633D4A"/>
    <w:rsid w:val="0063402B"/>
    <w:rsid w:val="0063475C"/>
    <w:rsid w:val="0063709E"/>
    <w:rsid w:val="00637F62"/>
    <w:rsid w:val="0064027A"/>
    <w:rsid w:val="00640EFE"/>
    <w:rsid w:val="0064209C"/>
    <w:rsid w:val="0064512E"/>
    <w:rsid w:val="006458BE"/>
    <w:rsid w:val="00646B2A"/>
    <w:rsid w:val="006505C6"/>
    <w:rsid w:val="006517F2"/>
    <w:rsid w:val="00653134"/>
    <w:rsid w:val="00653753"/>
    <w:rsid w:val="00653FAC"/>
    <w:rsid w:val="006556BF"/>
    <w:rsid w:val="006557D0"/>
    <w:rsid w:val="00656BDD"/>
    <w:rsid w:val="00660BA4"/>
    <w:rsid w:val="00660BDA"/>
    <w:rsid w:val="00661BC9"/>
    <w:rsid w:val="006635FC"/>
    <w:rsid w:val="00663B51"/>
    <w:rsid w:val="006652BF"/>
    <w:rsid w:val="006655A0"/>
    <w:rsid w:val="00665CAF"/>
    <w:rsid w:val="00670EED"/>
    <w:rsid w:val="0067113C"/>
    <w:rsid w:val="00674091"/>
    <w:rsid w:val="006746CB"/>
    <w:rsid w:val="0067508B"/>
    <w:rsid w:val="00675536"/>
    <w:rsid w:val="00676619"/>
    <w:rsid w:val="00677CC9"/>
    <w:rsid w:val="00677FFD"/>
    <w:rsid w:val="006802BF"/>
    <w:rsid w:val="006807B8"/>
    <w:rsid w:val="00680892"/>
    <w:rsid w:val="00681B93"/>
    <w:rsid w:val="006832E1"/>
    <w:rsid w:val="00683FCA"/>
    <w:rsid w:val="00684925"/>
    <w:rsid w:val="00685321"/>
    <w:rsid w:val="0068798F"/>
    <w:rsid w:val="00691843"/>
    <w:rsid w:val="006924BD"/>
    <w:rsid w:val="00692B9A"/>
    <w:rsid w:val="00693C66"/>
    <w:rsid w:val="00693DD0"/>
    <w:rsid w:val="0069417A"/>
    <w:rsid w:val="0069438A"/>
    <w:rsid w:val="0069631D"/>
    <w:rsid w:val="0069753E"/>
    <w:rsid w:val="00697DD9"/>
    <w:rsid w:val="00697EC6"/>
    <w:rsid w:val="006A04B1"/>
    <w:rsid w:val="006A18DA"/>
    <w:rsid w:val="006A19B6"/>
    <w:rsid w:val="006A2309"/>
    <w:rsid w:val="006A235A"/>
    <w:rsid w:val="006A325D"/>
    <w:rsid w:val="006A42B5"/>
    <w:rsid w:val="006A5614"/>
    <w:rsid w:val="006A5805"/>
    <w:rsid w:val="006A66FE"/>
    <w:rsid w:val="006A6A01"/>
    <w:rsid w:val="006B04DB"/>
    <w:rsid w:val="006B12E9"/>
    <w:rsid w:val="006B294B"/>
    <w:rsid w:val="006B3E51"/>
    <w:rsid w:val="006B48A2"/>
    <w:rsid w:val="006B5E50"/>
    <w:rsid w:val="006B66B0"/>
    <w:rsid w:val="006C24E0"/>
    <w:rsid w:val="006C2963"/>
    <w:rsid w:val="006C3176"/>
    <w:rsid w:val="006C31B5"/>
    <w:rsid w:val="006C34C8"/>
    <w:rsid w:val="006C38D3"/>
    <w:rsid w:val="006C7DFC"/>
    <w:rsid w:val="006D049D"/>
    <w:rsid w:val="006D15AB"/>
    <w:rsid w:val="006D2132"/>
    <w:rsid w:val="006D2DF1"/>
    <w:rsid w:val="006D32E6"/>
    <w:rsid w:val="006D5412"/>
    <w:rsid w:val="006D6377"/>
    <w:rsid w:val="006D6912"/>
    <w:rsid w:val="006D7D8A"/>
    <w:rsid w:val="006E11F8"/>
    <w:rsid w:val="006E2063"/>
    <w:rsid w:val="006E21A4"/>
    <w:rsid w:val="006E22E2"/>
    <w:rsid w:val="006E3E39"/>
    <w:rsid w:val="006E487C"/>
    <w:rsid w:val="006E6A83"/>
    <w:rsid w:val="006F0514"/>
    <w:rsid w:val="006F19F3"/>
    <w:rsid w:val="006F26A4"/>
    <w:rsid w:val="006F3C28"/>
    <w:rsid w:val="006F4707"/>
    <w:rsid w:val="006F4874"/>
    <w:rsid w:val="006F691D"/>
    <w:rsid w:val="006F7827"/>
    <w:rsid w:val="007006A9"/>
    <w:rsid w:val="007012C6"/>
    <w:rsid w:val="00702DCD"/>
    <w:rsid w:val="007109E2"/>
    <w:rsid w:val="00712D45"/>
    <w:rsid w:val="0071347D"/>
    <w:rsid w:val="007137AB"/>
    <w:rsid w:val="00713E4F"/>
    <w:rsid w:val="00714178"/>
    <w:rsid w:val="00714C5C"/>
    <w:rsid w:val="00720050"/>
    <w:rsid w:val="00720251"/>
    <w:rsid w:val="0072104F"/>
    <w:rsid w:val="00725D31"/>
    <w:rsid w:val="007269AA"/>
    <w:rsid w:val="00726B40"/>
    <w:rsid w:val="00727B4F"/>
    <w:rsid w:val="00730109"/>
    <w:rsid w:val="0073103D"/>
    <w:rsid w:val="00734521"/>
    <w:rsid w:val="00735008"/>
    <w:rsid w:val="00736347"/>
    <w:rsid w:val="00736D05"/>
    <w:rsid w:val="00737559"/>
    <w:rsid w:val="00737951"/>
    <w:rsid w:val="00741437"/>
    <w:rsid w:val="00741BBF"/>
    <w:rsid w:val="00742D9C"/>
    <w:rsid w:val="00743878"/>
    <w:rsid w:val="00743C37"/>
    <w:rsid w:val="00744179"/>
    <w:rsid w:val="0074465E"/>
    <w:rsid w:val="00746FD7"/>
    <w:rsid w:val="0075111B"/>
    <w:rsid w:val="00751788"/>
    <w:rsid w:val="00752EED"/>
    <w:rsid w:val="007536D3"/>
    <w:rsid w:val="00753A8C"/>
    <w:rsid w:val="00754535"/>
    <w:rsid w:val="00756832"/>
    <w:rsid w:val="00756EB3"/>
    <w:rsid w:val="00760C7B"/>
    <w:rsid w:val="00762C3C"/>
    <w:rsid w:val="00763527"/>
    <w:rsid w:val="00763E6B"/>
    <w:rsid w:val="00764718"/>
    <w:rsid w:val="00765FCF"/>
    <w:rsid w:val="007662E7"/>
    <w:rsid w:val="007700AA"/>
    <w:rsid w:val="00770197"/>
    <w:rsid w:val="00770BE7"/>
    <w:rsid w:val="0077116A"/>
    <w:rsid w:val="007711A4"/>
    <w:rsid w:val="007727AF"/>
    <w:rsid w:val="007759A9"/>
    <w:rsid w:val="00775CC3"/>
    <w:rsid w:val="00776DFD"/>
    <w:rsid w:val="00780DD7"/>
    <w:rsid w:val="00781825"/>
    <w:rsid w:val="007821CE"/>
    <w:rsid w:val="00782591"/>
    <w:rsid w:val="007829B4"/>
    <w:rsid w:val="0078383E"/>
    <w:rsid w:val="00784D09"/>
    <w:rsid w:val="0078681C"/>
    <w:rsid w:val="0078734E"/>
    <w:rsid w:val="007925A8"/>
    <w:rsid w:val="00792D9C"/>
    <w:rsid w:val="00793DBC"/>
    <w:rsid w:val="007968B7"/>
    <w:rsid w:val="00796D57"/>
    <w:rsid w:val="007A0047"/>
    <w:rsid w:val="007A18E5"/>
    <w:rsid w:val="007A2382"/>
    <w:rsid w:val="007A3B64"/>
    <w:rsid w:val="007A4CD2"/>
    <w:rsid w:val="007A4FEA"/>
    <w:rsid w:val="007A6706"/>
    <w:rsid w:val="007A6D8F"/>
    <w:rsid w:val="007A71FD"/>
    <w:rsid w:val="007B04A0"/>
    <w:rsid w:val="007B2365"/>
    <w:rsid w:val="007B2667"/>
    <w:rsid w:val="007B5886"/>
    <w:rsid w:val="007B6EC0"/>
    <w:rsid w:val="007B799E"/>
    <w:rsid w:val="007C19A0"/>
    <w:rsid w:val="007C1A59"/>
    <w:rsid w:val="007C1AF1"/>
    <w:rsid w:val="007C2619"/>
    <w:rsid w:val="007C2BAB"/>
    <w:rsid w:val="007C3266"/>
    <w:rsid w:val="007C344F"/>
    <w:rsid w:val="007C3E86"/>
    <w:rsid w:val="007C3FD1"/>
    <w:rsid w:val="007C48B6"/>
    <w:rsid w:val="007C66F8"/>
    <w:rsid w:val="007C730D"/>
    <w:rsid w:val="007C7501"/>
    <w:rsid w:val="007D0BF8"/>
    <w:rsid w:val="007D106E"/>
    <w:rsid w:val="007D14D8"/>
    <w:rsid w:val="007D2355"/>
    <w:rsid w:val="007D2EE6"/>
    <w:rsid w:val="007D34AA"/>
    <w:rsid w:val="007D3DF5"/>
    <w:rsid w:val="007D5579"/>
    <w:rsid w:val="007D5F3D"/>
    <w:rsid w:val="007D60FF"/>
    <w:rsid w:val="007D6D28"/>
    <w:rsid w:val="007E13F6"/>
    <w:rsid w:val="007E1495"/>
    <w:rsid w:val="007E181A"/>
    <w:rsid w:val="007E3F7E"/>
    <w:rsid w:val="007E5317"/>
    <w:rsid w:val="007E66F5"/>
    <w:rsid w:val="007F0088"/>
    <w:rsid w:val="007F0CC6"/>
    <w:rsid w:val="007F0D52"/>
    <w:rsid w:val="007F21C2"/>
    <w:rsid w:val="007F302F"/>
    <w:rsid w:val="007F43E8"/>
    <w:rsid w:val="007F5753"/>
    <w:rsid w:val="007F7851"/>
    <w:rsid w:val="00800156"/>
    <w:rsid w:val="008002DA"/>
    <w:rsid w:val="00800E1D"/>
    <w:rsid w:val="008010F1"/>
    <w:rsid w:val="0080197B"/>
    <w:rsid w:val="00801E44"/>
    <w:rsid w:val="00801F31"/>
    <w:rsid w:val="00802F74"/>
    <w:rsid w:val="0080373E"/>
    <w:rsid w:val="00803E8B"/>
    <w:rsid w:val="00803FCF"/>
    <w:rsid w:val="008046E7"/>
    <w:rsid w:val="00804D98"/>
    <w:rsid w:val="00804DD7"/>
    <w:rsid w:val="00807367"/>
    <w:rsid w:val="008104E5"/>
    <w:rsid w:val="00810CBB"/>
    <w:rsid w:val="00812F19"/>
    <w:rsid w:val="0081301C"/>
    <w:rsid w:val="0081407E"/>
    <w:rsid w:val="0081606D"/>
    <w:rsid w:val="00820F18"/>
    <w:rsid w:val="00823AB3"/>
    <w:rsid w:val="008241F5"/>
    <w:rsid w:val="0082701E"/>
    <w:rsid w:val="008303A5"/>
    <w:rsid w:val="0083175C"/>
    <w:rsid w:val="008331A9"/>
    <w:rsid w:val="00833D69"/>
    <w:rsid w:val="00836626"/>
    <w:rsid w:val="00842576"/>
    <w:rsid w:val="00850CD0"/>
    <w:rsid w:val="008514EE"/>
    <w:rsid w:val="00851ECA"/>
    <w:rsid w:val="008520FF"/>
    <w:rsid w:val="0085400D"/>
    <w:rsid w:val="00855017"/>
    <w:rsid w:val="0085574E"/>
    <w:rsid w:val="008561E9"/>
    <w:rsid w:val="00856DAD"/>
    <w:rsid w:val="00862C86"/>
    <w:rsid w:val="00862CDA"/>
    <w:rsid w:val="00863A83"/>
    <w:rsid w:val="0086405D"/>
    <w:rsid w:val="0086436C"/>
    <w:rsid w:val="00864A57"/>
    <w:rsid w:val="00865164"/>
    <w:rsid w:val="00865D65"/>
    <w:rsid w:val="00871454"/>
    <w:rsid w:val="00871F49"/>
    <w:rsid w:val="0087338D"/>
    <w:rsid w:val="00873BDC"/>
    <w:rsid w:val="008759DE"/>
    <w:rsid w:val="00876197"/>
    <w:rsid w:val="00876655"/>
    <w:rsid w:val="008773CA"/>
    <w:rsid w:val="00877F79"/>
    <w:rsid w:val="008803E9"/>
    <w:rsid w:val="00886AA8"/>
    <w:rsid w:val="00887F3D"/>
    <w:rsid w:val="0089139B"/>
    <w:rsid w:val="0089363F"/>
    <w:rsid w:val="00895676"/>
    <w:rsid w:val="00895EE6"/>
    <w:rsid w:val="008963C5"/>
    <w:rsid w:val="00897D0B"/>
    <w:rsid w:val="008A09CC"/>
    <w:rsid w:val="008A27C0"/>
    <w:rsid w:val="008A32EA"/>
    <w:rsid w:val="008B4208"/>
    <w:rsid w:val="008B56B2"/>
    <w:rsid w:val="008C04C7"/>
    <w:rsid w:val="008C0620"/>
    <w:rsid w:val="008C0F8D"/>
    <w:rsid w:val="008C13B1"/>
    <w:rsid w:val="008C14A5"/>
    <w:rsid w:val="008C1F23"/>
    <w:rsid w:val="008C31A8"/>
    <w:rsid w:val="008C5440"/>
    <w:rsid w:val="008C558C"/>
    <w:rsid w:val="008C5D99"/>
    <w:rsid w:val="008C6AF5"/>
    <w:rsid w:val="008C7190"/>
    <w:rsid w:val="008D02BE"/>
    <w:rsid w:val="008D1924"/>
    <w:rsid w:val="008D2733"/>
    <w:rsid w:val="008D28CA"/>
    <w:rsid w:val="008D2BD7"/>
    <w:rsid w:val="008D7372"/>
    <w:rsid w:val="008E0D8C"/>
    <w:rsid w:val="008E0E91"/>
    <w:rsid w:val="008E24BB"/>
    <w:rsid w:val="008E2687"/>
    <w:rsid w:val="008E319E"/>
    <w:rsid w:val="008E36AB"/>
    <w:rsid w:val="008E4A66"/>
    <w:rsid w:val="008E4FA9"/>
    <w:rsid w:val="008E6D7F"/>
    <w:rsid w:val="008E7FB5"/>
    <w:rsid w:val="008F17F6"/>
    <w:rsid w:val="008F28F3"/>
    <w:rsid w:val="008F5A5C"/>
    <w:rsid w:val="008F6244"/>
    <w:rsid w:val="009004E2"/>
    <w:rsid w:val="0090067E"/>
    <w:rsid w:val="0090206A"/>
    <w:rsid w:val="00902465"/>
    <w:rsid w:val="009036A6"/>
    <w:rsid w:val="00904E4C"/>
    <w:rsid w:val="0090517A"/>
    <w:rsid w:val="009053EF"/>
    <w:rsid w:val="00905C72"/>
    <w:rsid w:val="00905CF5"/>
    <w:rsid w:val="00910847"/>
    <w:rsid w:val="009140EE"/>
    <w:rsid w:val="0091481A"/>
    <w:rsid w:val="009148B6"/>
    <w:rsid w:val="00914F47"/>
    <w:rsid w:val="0091596C"/>
    <w:rsid w:val="00915E07"/>
    <w:rsid w:val="00917736"/>
    <w:rsid w:val="009210FF"/>
    <w:rsid w:val="009235B8"/>
    <w:rsid w:val="00923A67"/>
    <w:rsid w:val="00925CF9"/>
    <w:rsid w:val="00926667"/>
    <w:rsid w:val="00927457"/>
    <w:rsid w:val="009302D9"/>
    <w:rsid w:val="00932327"/>
    <w:rsid w:val="00932A16"/>
    <w:rsid w:val="00933025"/>
    <w:rsid w:val="009343A7"/>
    <w:rsid w:val="009347CE"/>
    <w:rsid w:val="00935DD2"/>
    <w:rsid w:val="00936502"/>
    <w:rsid w:val="00936CA8"/>
    <w:rsid w:val="00937DDC"/>
    <w:rsid w:val="00940302"/>
    <w:rsid w:val="009412FF"/>
    <w:rsid w:val="00941A90"/>
    <w:rsid w:val="00946927"/>
    <w:rsid w:val="00946E5A"/>
    <w:rsid w:val="00950927"/>
    <w:rsid w:val="00952A3B"/>
    <w:rsid w:val="00955412"/>
    <w:rsid w:val="00955998"/>
    <w:rsid w:val="0095617C"/>
    <w:rsid w:val="009607C8"/>
    <w:rsid w:val="00961941"/>
    <w:rsid w:val="00962305"/>
    <w:rsid w:val="00962BDA"/>
    <w:rsid w:val="009654F6"/>
    <w:rsid w:val="0096623E"/>
    <w:rsid w:val="0097100A"/>
    <w:rsid w:val="00972FA7"/>
    <w:rsid w:val="00973D54"/>
    <w:rsid w:val="0097534C"/>
    <w:rsid w:val="0097592A"/>
    <w:rsid w:val="0098142B"/>
    <w:rsid w:val="0098376E"/>
    <w:rsid w:val="00983B41"/>
    <w:rsid w:val="00992042"/>
    <w:rsid w:val="00992647"/>
    <w:rsid w:val="00994F83"/>
    <w:rsid w:val="009953FC"/>
    <w:rsid w:val="00995786"/>
    <w:rsid w:val="00995E0B"/>
    <w:rsid w:val="00996E9C"/>
    <w:rsid w:val="009A00BD"/>
    <w:rsid w:val="009A079A"/>
    <w:rsid w:val="009A080C"/>
    <w:rsid w:val="009A089B"/>
    <w:rsid w:val="009A1BFF"/>
    <w:rsid w:val="009A216F"/>
    <w:rsid w:val="009A2C75"/>
    <w:rsid w:val="009A4DBD"/>
    <w:rsid w:val="009A7B80"/>
    <w:rsid w:val="009B0646"/>
    <w:rsid w:val="009B134D"/>
    <w:rsid w:val="009B78BC"/>
    <w:rsid w:val="009C07B7"/>
    <w:rsid w:val="009C0AD3"/>
    <w:rsid w:val="009C32AC"/>
    <w:rsid w:val="009C42BD"/>
    <w:rsid w:val="009C677D"/>
    <w:rsid w:val="009D05C0"/>
    <w:rsid w:val="009D0C81"/>
    <w:rsid w:val="009D15D7"/>
    <w:rsid w:val="009D480C"/>
    <w:rsid w:val="009D7892"/>
    <w:rsid w:val="009E0941"/>
    <w:rsid w:val="009E095F"/>
    <w:rsid w:val="009E1FCC"/>
    <w:rsid w:val="009E2316"/>
    <w:rsid w:val="009E42C5"/>
    <w:rsid w:val="009E445C"/>
    <w:rsid w:val="009E5EA2"/>
    <w:rsid w:val="009E6631"/>
    <w:rsid w:val="009E682D"/>
    <w:rsid w:val="009F12D6"/>
    <w:rsid w:val="009F1811"/>
    <w:rsid w:val="009F21E8"/>
    <w:rsid w:val="009F2840"/>
    <w:rsid w:val="009F2857"/>
    <w:rsid w:val="009F4821"/>
    <w:rsid w:val="009F531A"/>
    <w:rsid w:val="009F6B25"/>
    <w:rsid w:val="00A010F4"/>
    <w:rsid w:val="00A011F5"/>
    <w:rsid w:val="00A01B23"/>
    <w:rsid w:val="00A03950"/>
    <w:rsid w:val="00A063DC"/>
    <w:rsid w:val="00A06F4B"/>
    <w:rsid w:val="00A06FCD"/>
    <w:rsid w:val="00A11910"/>
    <w:rsid w:val="00A12695"/>
    <w:rsid w:val="00A14DAD"/>
    <w:rsid w:val="00A1791E"/>
    <w:rsid w:val="00A2043A"/>
    <w:rsid w:val="00A22A11"/>
    <w:rsid w:val="00A23514"/>
    <w:rsid w:val="00A2409D"/>
    <w:rsid w:val="00A24765"/>
    <w:rsid w:val="00A257DE"/>
    <w:rsid w:val="00A269BF"/>
    <w:rsid w:val="00A26E97"/>
    <w:rsid w:val="00A2711D"/>
    <w:rsid w:val="00A30D0D"/>
    <w:rsid w:val="00A30DE0"/>
    <w:rsid w:val="00A32FFF"/>
    <w:rsid w:val="00A35189"/>
    <w:rsid w:val="00A35C26"/>
    <w:rsid w:val="00A36C8A"/>
    <w:rsid w:val="00A37067"/>
    <w:rsid w:val="00A37E41"/>
    <w:rsid w:val="00A416E7"/>
    <w:rsid w:val="00A439EE"/>
    <w:rsid w:val="00A4467F"/>
    <w:rsid w:val="00A44B68"/>
    <w:rsid w:val="00A57039"/>
    <w:rsid w:val="00A5794C"/>
    <w:rsid w:val="00A60B58"/>
    <w:rsid w:val="00A60F75"/>
    <w:rsid w:val="00A6138A"/>
    <w:rsid w:val="00A617B4"/>
    <w:rsid w:val="00A63F0C"/>
    <w:rsid w:val="00A64095"/>
    <w:rsid w:val="00A64E86"/>
    <w:rsid w:val="00A662C5"/>
    <w:rsid w:val="00A662D7"/>
    <w:rsid w:val="00A708B5"/>
    <w:rsid w:val="00A71D94"/>
    <w:rsid w:val="00A73D3F"/>
    <w:rsid w:val="00A74EB1"/>
    <w:rsid w:val="00A763D5"/>
    <w:rsid w:val="00A803A4"/>
    <w:rsid w:val="00A82541"/>
    <w:rsid w:val="00A8585B"/>
    <w:rsid w:val="00A864AA"/>
    <w:rsid w:val="00A87F0D"/>
    <w:rsid w:val="00A90067"/>
    <w:rsid w:val="00A91888"/>
    <w:rsid w:val="00A93823"/>
    <w:rsid w:val="00A94998"/>
    <w:rsid w:val="00A95735"/>
    <w:rsid w:val="00A95BBA"/>
    <w:rsid w:val="00AA302D"/>
    <w:rsid w:val="00AA3258"/>
    <w:rsid w:val="00AA3FBB"/>
    <w:rsid w:val="00AA5F53"/>
    <w:rsid w:val="00AA6E53"/>
    <w:rsid w:val="00AA7D8A"/>
    <w:rsid w:val="00AA7DB1"/>
    <w:rsid w:val="00AB0A64"/>
    <w:rsid w:val="00AB16DF"/>
    <w:rsid w:val="00AB217B"/>
    <w:rsid w:val="00AB259D"/>
    <w:rsid w:val="00AB3789"/>
    <w:rsid w:val="00AB45C8"/>
    <w:rsid w:val="00AB5D5A"/>
    <w:rsid w:val="00AB73CD"/>
    <w:rsid w:val="00AC1331"/>
    <w:rsid w:val="00AC4035"/>
    <w:rsid w:val="00AC4E5C"/>
    <w:rsid w:val="00AC5A02"/>
    <w:rsid w:val="00AC5AE5"/>
    <w:rsid w:val="00AC7E3E"/>
    <w:rsid w:val="00AD1F81"/>
    <w:rsid w:val="00AD2886"/>
    <w:rsid w:val="00AD31CC"/>
    <w:rsid w:val="00AD6462"/>
    <w:rsid w:val="00AD6A69"/>
    <w:rsid w:val="00AE05B0"/>
    <w:rsid w:val="00AE0659"/>
    <w:rsid w:val="00AE185E"/>
    <w:rsid w:val="00AE1AAE"/>
    <w:rsid w:val="00AE22F2"/>
    <w:rsid w:val="00AE3081"/>
    <w:rsid w:val="00AE31F5"/>
    <w:rsid w:val="00AE34EF"/>
    <w:rsid w:val="00AE417E"/>
    <w:rsid w:val="00AE55A2"/>
    <w:rsid w:val="00AE5E78"/>
    <w:rsid w:val="00AE6768"/>
    <w:rsid w:val="00AE69F0"/>
    <w:rsid w:val="00AE6DC6"/>
    <w:rsid w:val="00AE7CF2"/>
    <w:rsid w:val="00AF0F95"/>
    <w:rsid w:val="00AF3293"/>
    <w:rsid w:val="00AF573E"/>
    <w:rsid w:val="00B0049A"/>
    <w:rsid w:val="00B01377"/>
    <w:rsid w:val="00B03172"/>
    <w:rsid w:val="00B033EC"/>
    <w:rsid w:val="00B04198"/>
    <w:rsid w:val="00B05997"/>
    <w:rsid w:val="00B06D97"/>
    <w:rsid w:val="00B072AD"/>
    <w:rsid w:val="00B07389"/>
    <w:rsid w:val="00B10008"/>
    <w:rsid w:val="00B10198"/>
    <w:rsid w:val="00B10AF8"/>
    <w:rsid w:val="00B110C9"/>
    <w:rsid w:val="00B15365"/>
    <w:rsid w:val="00B15FFA"/>
    <w:rsid w:val="00B164A7"/>
    <w:rsid w:val="00B21372"/>
    <w:rsid w:val="00B22EF2"/>
    <w:rsid w:val="00B22F73"/>
    <w:rsid w:val="00B23E5F"/>
    <w:rsid w:val="00B256C8"/>
    <w:rsid w:val="00B267C2"/>
    <w:rsid w:val="00B274A6"/>
    <w:rsid w:val="00B27902"/>
    <w:rsid w:val="00B30D01"/>
    <w:rsid w:val="00B319BB"/>
    <w:rsid w:val="00B31C3B"/>
    <w:rsid w:val="00B33185"/>
    <w:rsid w:val="00B33DD7"/>
    <w:rsid w:val="00B3524D"/>
    <w:rsid w:val="00B358ED"/>
    <w:rsid w:val="00B36202"/>
    <w:rsid w:val="00B37732"/>
    <w:rsid w:val="00B378CC"/>
    <w:rsid w:val="00B37DA6"/>
    <w:rsid w:val="00B42A38"/>
    <w:rsid w:val="00B42AC2"/>
    <w:rsid w:val="00B42F63"/>
    <w:rsid w:val="00B438E6"/>
    <w:rsid w:val="00B4485A"/>
    <w:rsid w:val="00B471BA"/>
    <w:rsid w:val="00B47454"/>
    <w:rsid w:val="00B513B9"/>
    <w:rsid w:val="00B51401"/>
    <w:rsid w:val="00B53609"/>
    <w:rsid w:val="00B53803"/>
    <w:rsid w:val="00B53B65"/>
    <w:rsid w:val="00B55C43"/>
    <w:rsid w:val="00B56490"/>
    <w:rsid w:val="00B61961"/>
    <w:rsid w:val="00B62B12"/>
    <w:rsid w:val="00B63442"/>
    <w:rsid w:val="00B64049"/>
    <w:rsid w:val="00B64BF1"/>
    <w:rsid w:val="00B73771"/>
    <w:rsid w:val="00B740AC"/>
    <w:rsid w:val="00B74960"/>
    <w:rsid w:val="00B74B2A"/>
    <w:rsid w:val="00B756A1"/>
    <w:rsid w:val="00B76EFE"/>
    <w:rsid w:val="00B80223"/>
    <w:rsid w:val="00B810E1"/>
    <w:rsid w:val="00B81CF1"/>
    <w:rsid w:val="00B82597"/>
    <w:rsid w:val="00B83346"/>
    <w:rsid w:val="00B84236"/>
    <w:rsid w:val="00B853B9"/>
    <w:rsid w:val="00B85E5D"/>
    <w:rsid w:val="00B87AE6"/>
    <w:rsid w:val="00B9065A"/>
    <w:rsid w:val="00B91C2F"/>
    <w:rsid w:val="00B94936"/>
    <w:rsid w:val="00B950B4"/>
    <w:rsid w:val="00B96040"/>
    <w:rsid w:val="00B962FE"/>
    <w:rsid w:val="00B96B0C"/>
    <w:rsid w:val="00B96BA7"/>
    <w:rsid w:val="00B97A33"/>
    <w:rsid w:val="00BA101B"/>
    <w:rsid w:val="00BA1166"/>
    <w:rsid w:val="00BA120C"/>
    <w:rsid w:val="00BA13D0"/>
    <w:rsid w:val="00BA1FD7"/>
    <w:rsid w:val="00BA3996"/>
    <w:rsid w:val="00BA3D3D"/>
    <w:rsid w:val="00BB0276"/>
    <w:rsid w:val="00BB0715"/>
    <w:rsid w:val="00BB1A9C"/>
    <w:rsid w:val="00BB1BEA"/>
    <w:rsid w:val="00BB1E70"/>
    <w:rsid w:val="00BB3397"/>
    <w:rsid w:val="00BB3744"/>
    <w:rsid w:val="00BB7BE9"/>
    <w:rsid w:val="00BC08FC"/>
    <w:rsid w:val="00BC0FA8"/>
    <w:rsid w:val="00BC2086"/>
    <w:rsid w:val="00BC25AD"/>
    <w:rsid w:val="00BC38FB"/>
    <w:rsid w:val="00BC5747"/>
    <w:rsid w:val="00BC7D27"/>
    <w:rsid w:val="00BD327F"/>
    <w:rsid w:val="00BD348F"/>
    <w:rsid w:val="00BD3BA2"/>
    <w:rsid w:val="00BD43F9"/>
    <w:rsid w:val="00BD5831"/>
    <w:rsid w:val="00BD5CA1"/>
    <w:rsid w:val="00BE1E2F"/>
    <w:rsid w:val="00BE2982"/>
    <w:rsid w:val="00BE2D44"/>
    <w:rsid w:val="00BE337A"/>
    <w:rsid w:val="00BE53CC"/>
    <w:rsid w:val="00BF3B0E"/>
    <w:rsid w:val="00BF4887"/>
    <w:rsid w:val="00BF67D5"/>
    <w:rsid w:val="00BF6F9E"/>
    <w:rsid w:val="00BF7284"/>
    <w:rsid w:val="00C013C0"/>
    <w:rsid w:val="00C03D9D"/>
    <w:rsid w:val="00C04076"/>
    <w:rsid w:val="00C045E2"/>
    <w:rsid w:val="00C05DDA"/>
    <w:rsid w:val="00C05F38"/>
    <w:rsid w:val="00C06473"/>
    <w:rsid w:val="00C06518"/>
    <w:rsid w:val="00C10322"/>
    <w:rsid w:val="00C107E3"/>
    <w:rsid w:val="00C13870"/>
    <w:rsid w:val="00C149A3"/>
    <w:rsid w:val="00C16A28"/>
    <w:rsid w:val="00C20D02"/>
    <w:rsid w:val="00C214BA"/>
    <w:rsid w:val="00C21A09"/>
    <w:rsid w:val="00C22213"/>
    <w:rsid w:val="00C2223B"/>
    <w:rsid w:val="00C228CE"/>
    <w:rsid w:val="00C23286"/>
    <w:rsid w:val="00C23E59"/>
    <w:rsid w:val="00C24DBE"/>
    <w:rsid w:val="00C25AE4"/>
    <w:rsid w:val="00C27216"/>
    <w:rsid w:val="00C278CC"/>
    <w:rsid w:val="00C27E1B"/>
    <w:rsid w:val="00C30CC2"/>
    <w:rsid w:val="00C30FCB"/>
    <w:rsid w:val="00C31E16"/>
    <w:rsid w:val="00C3465C"/>
    <w:rsid w:val="00C348D3"/>
    <w:rsid w:val="00C348EE"/>
    <w:rsid w:val="00C34924"/>
    <w:rsid w:val="00C357EF"/>
    <w:rsid w:val="00C37AA8"/>
    <w:rsid w:val="00C417D3"/>
    <w:rsid w:val="00C41B28"/>
    <w:rsid w:val="00C4282A"/>
    <w:rsid w:val="00C42A5A"/>
    <w:rsid w:val="00C4358E"/>
    <w:rsid w:val="00C43703"/>
    <w:rsid w:val="00C44CBB"/>
    <w:rsid w:val="00C503BB"/>
    <w:rsid w:val="00C51B95"/>
    <w:rsid w:val="00C54FEF"/>
    <w:rsid w:val="00C55B4A"/>
    <w:rsid w:val="00C55E2C"/>
    <w:rsid w:val="00C629BA"/>
    <w:rsid w:val="00C62CFA"/>
    <w:rsid w:val="00C635C6"/>
    <w:rsid w:val="00C6517A"/>
    <w:rsid w:val="00C65429"/>
    <w:rsid w:val="00C66D86"/>
    <w:rsid w:val="00C678F2"/>
    <w:rsid w:val="00C70188"/>
    <w:rsid w:val="00C712C4"/>
    <w:rsid w:val="00C71DB4"/>
    <w:rsid w:val="00C72E01"/>
    <w:rsid w:val="00C73E06"/>
    <w:rsid w:val="00C74286"/>
    <w:rsid w:val="00C7471C"/>
    <w:rsid w:val="00C74D57"/>
    <w:rsid w:val="00C7582C"/>
    <w:rsid w:val="00C75D39"/>
    <w:rsid w:val="00C766EE"/>
    <w:rsid w:val="00C7751D"/>
    <w:rsid w:val="00C77DF3"/>
    <w:rsid w:val="00C80224"/>
    <w:rsid w:val="00C80B3D"/>
    <w:rsid w:val="00C81997"/>
    <w:rsid w:val="00C82EEC"/>
    <w:rsid w:val="00C86541"/>
    <w:rsid w:val="00C867EC"/>
    <w:rsid w:val="00C8776C"/>
    <w:rsid w:val="00C913F0"/>
    <w:rsid w:val="00C921D4"/>
    <w:rsid w:val="00C92DB6"/>
    <w:rsid w:val="00C93C70"/>
    <w:rsid w:val="00C94340"/>
    <w:rsid w:val="00C95442"/>
    <w:rsid w:val="00C97560"/>
    <w:rsid w:val="00C97875"/>
    <w:rsid w:val="00CA0390"/>
    <w:rsid w:val="00CA3954"/>
    <w:rsid w:val="00CA4991"/>
    <w:rsid w:val="00CA5543"/>
    <w:rsid w:val="00CA66AC"/>
    <w:rsid w:val="00CA75B0"/>
    <w:rsid w:val="00CA7AC5"/>
    <w:rsid w:val="00CB079B"/>
    <w:rsid w:val="00CB08E3"/>
    <w:rsid w:val="00CB13AE"/>
    <w:rsid w:val="00CB2A37"/>
    <w:rsid w:val="00CB76E0"/>
    <w:rsid w:val="00CB77F9"/>
    <w:rsid w:val="00CB7FB0"/>
    <w:rsid w:val="00CC00D2"/>
    <w:rsid w:val="00CC00D7"/>
    <w:rsid w:val="00CC37F1"/>
    <w:rsid w:val="00CC43F0"/>
    <w:rsid w:val="00CC6904"/>
    <w:rsid w:val="00CD2A9D"/>
    <w:rsid w:val="00CD3F4A"/>
    <w:rsid w:val="00CD4DA2"/>
    <w:rsid w:val="00CD6C91"/>
    <w:rsid w:val="00CE0655"/>
    <w:rsid w:val="00CE06F7"/>
    <w:rsid w:val="00CE3B27"/>
    <w:rsid w:val="00CE6FFF"/>
    <w:rsid w:val="00CE7E4F"/>
    <w:rsid w:val="00CF2A1C"/>
    <w:rsid w:val="00CF56BA"/>
    <w:rsid w:val="00CF5B00"/>
    <w:rsid w:val="00CF774D"/>
    <w:rsid w:val="00D00C21"/>
    <w:rsid w:val="00D021A9"/>
    <w:rsid w:val="00D05EA8"/>
    <w:rsid w:val="00D06A79"/>
    <w:rsid w:val="00D07304"/>
    <w:rsid w:val="00D14A71"/>
    <w:rsid w:val="00D172FD"/>
    <w:rsid w:val="00D1730F"/>
    <w:rsid w:val="00D20148"/>
    <w:rsid w:val="00D20E56"/>
    <w:rsid w:val="00D22A94"/>
    <w:rsid w:val="00D2388D"/>
    <w:rsid w:val="00D23FC6"/>
    <w:rsid w:val="00D249BC"/>
    <w:rsid w:val="00D2697A"/>
    <w:rsid w:val="00D27BDD"/>
    <w:rsid w:val="00D332F4"/>
    <w:rsid w:val="00D3501E"/>
    <w:rsid w:val="00D364FA"/>
    <w:rsid w:val="00D369A4"/>
    <w:rsid w:val="00D3701C"/>
    <w:rsid w:val="00D3761F"/>
    <w:rsid w:val="00D37E91"/>
    <w:rsid w:val="00D40445"/>
    <w:rsid w:val="00D40816"/>
    <w:rsid w:val="00D40BEA"/>
    <w:rsid w:val="00D41134"/>
    <w:rsid w:val="00D41365"/>
    <w:rsid w:val="00D413DC"/>
    <w:rsid w:val="00D458C3"/>
    <w:rsid w:val="00D516F4"/>
    <w:rsid w:val="00D53D80"/>
    <w:rsid w:val="00D53EC8"/>
    <w:rsid w:val="00D54A45"/>
    <w:rsid w:val="00D552FA"/>
    <w:rsid w:val="00D55B7F"/>
    <w:rsid w:val="00D560D7"/>
    <w:rsid w:val="00D56FB6"/>
    <w:rsid w:val="00D57526"/>
    <w:rsid w:val="00D5766A"/>
    <w:rsid w:val="00D57EFC"/>
    <w:rsid w:val="00D6142C"/>
    <w:rsid w:val="00D62381"/>
    <w:rsid w:val="00D6243E"/>
    <w:rsid w:val="00D62595"/>
    <w:rsid w:val="00D628CA"/>
    <w:rsid w:val="00D6391E"/>
    <w:rsid w:val="00D63948"/>
    <w:rsid w:val="00D643C2"/>
    <w:rsid w:val="00D67B89"/>
    <w:rsid w:val="00D7019E"/>
    <w:rsid w:val="00D707DC"/>
    <w:rsid w:val="00D71307"/>
    <w:rsid w:val="00D71C31"/>
    <w:rsid w:val="00D73101"/>
    <w:rsid w:val="00D800CB"/>
    <w:rsid w:val="00D81294"/>
    <w:rsid w:val="00D87143"/>
    <w:rsid w:val="00D91619"/>
    <w:rsid w:val="00D91629"/>
    <w:rsid w:val="00D91899"/>
    <w:rsid w:val="00D91B51"/>
    <w:rsid w:val="00D91E22"/>
    <w:rsid w:val="00D92C67"/>
    <w:rsid w:val="00D93EC1"/>
    <w:rsid w:val="00D95024"/>
    <w:rsid w:val="00D95EEE"/>
    <w:rsid w:val="00DA0879"/>
    <w:rsid w:val="00DA0A4D"/>
    <w:rsid w:val="00DA1483"/>
    <w:rsid w:val="00DA415F"/>
    <w:rsid w:val="00DA58FC"/>
    <w:rsid w:val="00DA7097"/>
    <w:rsid w:val="00DA776D"/>
    <w:rsid w:val="00DA7BAD"/>
    <w:rsid w:val="00DB0171"/>
    <w:rsid w:val="00DB341F"/>
    <w:rsid w:val="00DB43E6"/>
    <w:rsid w:val="00DB4A2E"/>
    <w:rsid w:val="00DB5CB7"/>
    <w:rsid w:val="00DB7416"/>
    <w:rsid w:val="00DB74BE"/>
    <w:rsid w:val="00DC02D2"/>
    <w:rsid w:val="00DC0742"/>
    <w:rsid w:val="00DC2099"/>
    <w:rsid w:val="00DC2D90"/>
    <w:rsid w:val="00DC3347"/>
    <w:rsid w:val="00DC3FCA"/>
    <w:rsid w:val="00DC65A4"/>
    <w:rsid w:val="00DC697A"/>
    <w:rsid w:val="00DC6DBB"/>
    <w:rsid w:val="00DC715C"/>
    <w:rsid w:val="00DC7643"/>
    <w:rsid w:val="00DD0528"/>
    <w:rsid w:val="00DD1552"/>
    <w:rsid w:val="00DD31C2"/>
    <w:rsid w:val="00DD3DCC"/>
    <w:rsid w:val="00DD4AFD"/>
    <w:rsid w:val="00DD53B8"/>
    <w:rsid w:val="00DD57C9"/>
    <w:rsid w:val="00DD643D"/>
    <w:rsid w:val="00DD6B7C"/>
    <w:rsid w:val="00DD6FE2"/>
    <w:rsid w:val="00DE0AA4"/>
    <w:rsid w:val="00DE1CA8"/>
    <w:rsid w:val="00DE22B4"/>
    <w:rsid w:val="00DE3346"/>
    <w:rsid w:val="00DE420D"/>
    <w:rsid w:val="00DE442E"/>
    <w:rsid w:val="00DE6F65"/>
    <w:rsid w:val="00DE71C1"/>
    <w:rsid w:val="00DF17EB"/>
    <w:rsid w:val="00DF1E7B"/>
    <w:rsid w:val="00E00220"/>
    <w:rsid w:val="00E009F5"/>
    <w:rsid w:val="00E01070"/>
    <w:rsid w:val="00E0468B"/>
    <w:rsid w:val="00E04B8C"/>
    <w:rsid w:val="00E0531B"/>
    <w:rsid w:val="00E07709"/>
    <w:rsid w:val="00E07A17"/>
    <w:rsid w:val="00E117F4"/>
    <w:rsid w:val="00E13A0B"/>
    <w:rsid w:val="00E157E8"/>
    <w:rsid w:val="00E163EC"/>
    <w:rsid w:val="00E21134"/>
    <w:rsid w:val="00E23139"/>
    <w:rsid w:val="00E23D13"/>
    <w:rsid w:val="00E24BFE"/>
    <w:rsid w:val="00E26EF1"/>
    <w:rsid w:val="00E27246"/>
    <w:rsid w:val="00E27D9D"/>
    <w:rsid w:val="00E32B20"/>
    <w:rsid w:val="00E33DD7"/>
    <w:rsid w:val="00E34766"/>
    <w:rsid w:val="00E34B60"/>
    <w:rsid w:val="00E350D7"/>
    <w:rsid w:val="00E35E9E"/>
    <w:rsid w:val="00E36355"/>
    <w:rsid w:val="00E37C58"/>
    <w:rsid w:val="00E40813"/>
    <w:rsid w:val="00E4126A"/>
    <w:rsid w:val="00E43962"/>
    <w:rsid w:val="00E44BC8"/>
    <w:rsid w:val="00E45314"/>
    <w:rsid w:val="00E515D4"/>
    <w:rsid w:val="00E52E67"/>
    <w:rsid w:val="00E53091"/>
    <w:rsid w:val="00E575BB"/>
    <w:rsid w:val="00E57CE6"/>
    <w:rsid w:val="00E61316"/>
    <w:rsid w:val="00E62D8B"/>
    <w:rsid w:val="00E6336E"/>
    <w:rsid w:val="00E63637"/>
    <w:rsid w:val="00E64261"/>
    <w:rsid w:val="00E643D3"/>
    <w:rsid w:val="00E6558F"/>
    <w:rsid w:val="00E664EA"/>
    <w:rsid w:val="00E6703D"/>
    <w:rsid w:val="00E723F7"/>
    <w:rsid w:val="00E725E3"/>
    <w:rsid w:val="00E7355D"/>
    <w:rsid w:val="00E73C58"/>
    <w:rsid w:val="00E77305"/>
    <w:rsid w:val="00E83BF4"/>
    <w:rsid w:val="00E84171"/>
    <w:rsid w:val="00E84D84"/>
    <w:rsid w:val="00E86557"/>
    <w:rsid w:val="00E86EE0"/>
    <w:rsid w:val="00E87366"/>
    <w:rsid w:val="00E8736F"/>
    <w:rsid w:val="00E87C10"/>
    <w:rsid w:val="00E87E24"/>
    <w:rsid w:val="00E91785"/>
    <w:rsid w:val="00E91BAE"/>
    <w:rsid w:val="00E91D91"/>
    <w:rsid w:val="00E92366"/>
    <w:rsid w:val="00E94BC2"/>
    <w:rsid w:val="00E94BE2"/>
    <w:rsid w:val="00E9648C"/>
    <w:rsid w:val="00E96E0A"/>
    <w:rsid w:val="00E9731F"/>
    <w:rsid w:val="00EA0F03"/>
    <w:rsid w:val="00EA100E"/>
    <w:rsid w:val="00EA2946"/>
    <w:rsid w:val="00EA4878"/>
    <w:rsid w:val="00EA4914"/>
    <w:rsid w:val="00EA6E58"/>
    <w:rsid w:val="00EA7B6D"/>
    <w:rsid w:val="00EA7F1F"/>
    <w:rsid w:val="00EB1B0F"/>
    <w:rsid w:val="00EB5124"/>
    <w:rsid w:val="00EB5D0B"/>
    <w:rsid w:val="00EB6926"/>
    <w:rsid w:val="00EB6CFF"/>
    <w:rsid w:val="00EB7182"/>
    <w:rsid w:val="00EC235F"/>
    <w:rsid w:val="00EC434A"/>
    <w:rsid w:val="00EC4E49"/>
    <w:rsid w:val="00EC533C"/>
    <w:rsid w:val="00EC66C2"/>
    <w:rsid w:val="00EC7719"/>
    <w:rsid w:val="00EC7C21"/>
    <w:rsid w:val="00ED00CD"/>
    <w:rsid w:val="00ED0FCD"/>
    <w:rsid w:val="00ED25C1"/>
    <w:rsid w:val="00ED2A0A"/>
    <w:rsid w:val="00ED3930"/>
    <w:rsid w:val="00ED3B9C"/>
    <w:rsid w:val="00ED3E4E"/>
    <w:rsid w:val="00ED415B"/>
    <w:rsid w:val="00ED4EE8"/>
    <w:rsid w:val="00ED768A"/>
    <w:rsid w:val="00EE03DD"/>
    <w:rsid w:val="00EE0573"/>
    <w:rsid w:val="00EE0CE9"/>
    <w:rsid w:val="00EE13DA"/>
    <w:rsid w:val="00EE41B4"/>
    <w:rsid w:val="00EE41E5"/>
    <w:rsid w:val="00EE5767"/>
    <w:rsid w:val="00EE5948"/>
    <w:rsid w:val="00EE75DF"/>
    <w:rsid w:val="00EF50B2"/>
    <w:rsid w:val="00EF5F50"/>
    <w:rsid w:val="00EF6428"/>
    <w:rsid w:val="00EF6464"/>
    <w:rsid w:val="00F046FC"/>
    <w:rsid w:val="00F048E1"/>
    <w:rsid w:val="00F05780"/>
    <w:rsid w:val="00F05BB0"/>
    <w:rsid w:val="00F066BF"/>
    <w:rsid w:val="00F07D23"/>
    <w:rsid w:val="00F07EF6"/>
    <w:rsid w:val="00F10A4F"/>
    <w:rsid w:val="00F10BFA"/>
    <w:rsid w:val="00F111A0"/>
    <w:rsid w:val="00F1430B"/>
    <w:rsid w:val="00F145A0"/>
    <w:rsid w:val="00F16059"/>
    <w:rsid w:val="00F16437"/>
    <w:rsid w:val="00F17380"/>
    <w:rsid w:val="00F20BDD"/>
    <w:rsid w:val="00F24816"/>
    <w:rsid w:val="00F30413"/>
    <w:rsid w:val="00F30A84"/>
    <w:rsid w:val="00F31597"/>
    <w:rsid w:val="00F315A0"/>
    <w:rsid w:val="00F34BB4"/>
    <w:rsid w:val="00F36B3B"/>
    <w:rsid w:val="00F36D16"/>
    <w:rsid w:val="00F36FC0"/>
    <w:rsid w:val="00F37234"/>
    <w:rsid w:val="00F37263"/>
    <w:rsid w:val="00F374DD"/>
    <w:rsid w:val="00F40238"/>
    <w:rsid w:val="00F428FF"/>
    <w:rsid w:val="00F42BA5"/>
    <w:rsid w:val="00F43351"/>
    <w:rsid w:val="00F44571"/>
    <w:rsid w:val="00F45AFE"/>
    <w:rsid w:val="00F473D8"/>
    <w:rsid w:val="00F50D45"/>
    <w:rsid w:val="00F51D01"/>
    <w:rsid w:val="00F541F8"/>
    <w:rsid w:val="00F56E18"/>
    <w:rsid w:val="00F572E2"/>
    <w:rsid w:val="00F605DC"/>
    <w:rsid w:val="00F60F33"/>
    <w:rsid w:val="00F616C8"/>
    <w:rsid w:val="00F6260E"/>
    <w:rsid w:val="00F64210"/>
    <w:rsid w:val="00F643A2"/>
    <w:rsid w:val="00F64666"/>
    <w:rsid w:val="00F64F3A"/>
    <w:rsid w:val="00F72A6D"/>
    <w:rsid w:val="00F74610"/>
    <w:rsid w:val="00F76DFA"/>
    <w:rsid w:val="00F76FBA"/>
    <w:rsid w:val="00F77885"/>
    <w:rsid w:val="00F80428"/>
    <w:rsid w:val="00F84550"/>
    <w:rsid w:val="00F86A32"/>
    <w:rsid w:val="00F87020"/>
    <w:rsid w:val="00F87F1D"/>
    <w:rsid w:val="00F90F53"/>
    <w:rsid w:val="00F92E10"/>
    <w:rsid w:val="00F942E5"/>
    <w:rsid w:val="00F95546"/>
    <w:rsid w:val="00F96467"/>
    <w:rsid w:val="00F97E26"/>
    <w:rsid w:val="00FA228B"/>
    <w:rsid w:val="00FA56BB"/>
    <w:rsid w:val="00FA75F9"/>
    <w:rsid w:val="00FA79AE"/>
    <w:rsid w:val="00FB0D8B"/>
    <w:rsid w:val="00FB1922"/>
    <w:rsid w:val="00FB1975"/>
    <w:rsid w:val="00FB397B"/>
    <w:rsid w:val="00FB5343"/>
    <w:rsid w:val="00FB6B87"/>
    <w:rsid w:val="00FB6DDB"/>
    <w:rsid w:val="00FC088D"/>
    <w:rsid w:val="00FC4C97"/>
    <w:rsid w:val="00FC6FB0"/>
    <w:rsid w:val="00FD0EBB"/>
    <w:rsid w:val="00FD13E8"/>
    <w:rsid w:val="00FD3ECD"/>
    <w:rsid w:val="00FD51BF"/>
    <w:rsid w:val="00FE1651"/>
    <w:rsid w:val="00FE2684"/>
    <w:rsid w:val="00FE3445"/>
    <w:rsid w:val="00FE4B33"/>
    <w:rsid w:val="00FF0112"/>
    <w:rsid w:val="00FF0E29"/>
    <w:rsid w:val="00FF4829"/>
    <w:rsid w:val="00FF59D3"/>
    <w:rsid w:val="00FF5A57"/>
    <w:rsid w:val="00FF6518"/>
    <w:rsid w:val="00FF7414"/>
    <w:rsid w:val="1DDC7709"/>
    <w:rsid w:val="20952962"/>
    <w:rsid w:val="3C0367A9"/>
    <w:rsid w:val="42407FBF"/>
    <w:rsid w:val="55F93719"/>
    <w:rsid w:val="726D3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/>
    <w:lsdException w:name="annotation text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ind w:firstLineChars="200" w:firstLine="200"/>
      <w:jc w:val="center"/>
      <w:outlineLvl w:val="0"/>
    </w:pPr>
    <w:rPr>
      <w:rFonts w:ascii="Cambria" w:eastAsia="方正小标宋_GBK" w:hAnsi="Cambria" w:cs="宋体"/>
      <w:caps/>
      <w:kern w:val="0"/>
      <w:sz w:val="4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Body Text"/>
    <w:basedOn w:val="a"/>
    <w:pPr>
      <w:spacing w:after="120"/>
    </w:pPr>
  </w:style>
  <w:style w:type="paragraph" w:styleId="a5">
    <w:name w:val="Body Text Indent"/>
    <w:basedOn w:val="a"/>
    <w:link w:val="Char"/>
    <w:pPr>
      <w:ind w:firstLineChars="500" w:firstLine="1807"/>
    </w:pPr>
    <w:rPr>
      <w:rFonts w:eastAsia="方正小标宋简体"/>
      <w:b/>
      <w:bCs/>
      <w:sz w:val="36"/>
    </w:rPr>
  </w:style>
  <w:style w:type="paragraph" w:styleId="a6">
    <w:name w:val="Plain Text"/>
    <w:basedOn w:val="a"/>
    <w:rPr>
      <w:rFonts w:ascii="宋体" w:hAnsi="Courier New" w:cs="Courier New"/>
      <w:szCs w:val="21"/>
    </w:rPr>
  </w:style>
  <w:style w:type="paragraph" w:styleId="a7">
    <w:name w:val="Date"/>
    <w:basedOn w:val="a"/>
    <w:next w:val="a"/>
    <w:pPr>
      <w:ind w:leftChars="2500" w:left="100"/>
    </w:pPr>
  </w:style>
  <w:style w:type="paragraph" w:styleId="2">
    <w:name w:val="Body Text Indent 2"/>
    <w:basedOn w:val="a"/>
    <w:pPr>
      <w:spacing w:after="120" w:line="480" w:lineRule="auto"/>
      <w:ind w:leftChars="200" w:left="420"/>
    </w:pPr>
  </w:style>
  <w:style w:type="paragraph" w:styleId="a8">
    <w:name w:val="Balloon Text"/>
    <w:basedOn w:val="a"/>
    <w:rPr>
      <w:sz w:val="18"/>
      <w:szCs w:val="18"/>
    </w:rPr>
  </w:style>
  <w:style w:type="paragraph" w:styleId="a9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link w:val="Char2"/>
    <w:uiPriority w:val="99"/>
    <w:unhideWhenUsed/>
    <w:pPr>
      <w:snapToGrid w:val="0"/>
      <w:jc w:val="left"/>
    </w:pPr>
    <w:rPr>
      <w:rFonts w:ascii="Calibri" w:hAnsi="Calibri"/>
      <w:sz w:val="18"/>
      <w:szCs w:val="18"/>
    </w:rPr>
  </w:style>
  <w:style w:type="paragraph" w:styleId="ac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page number"/>
    <w:basedOn w:val="a0"/>
  </w:style>
  <w:style w:type="character" w:styleId="af">
    <w:name w:val="Hyperlink"/>
    <w:uiPriority w:val="99"/>
    <w:unhideWhenUsed/>
    <w:rPr>
      <w:color w:val="0000FF"/>
      <w:u w:val="single"/>
    </w:rPr>
  </w:style>
  <w:style w:type="character" w:styleId="af0">
    <w:name w:val="footnote reference"/>
    <w:uiPriority w:val="99"/>
    <w:unhideWhenUsed/>
    <w:rPr>
      <w:vertAlign w:val="superscript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3">
    <w:name w:val="Char"/>
    <w:basedOn w:val="a"/>
    <w:pPr>
      <w:tabs>
        <w:tab w:val="left" w:pos="360"/>
      </w:tabs>
    </w:pPr>
    <w:rPr>
      <w:sz w:val="24"/>
    </w:rPr>
  </w:style>
  <w:style w:type="paragraph" w:customStyle="1" w:styleId="Char10">
    <w:name w:val="Char1"/>
    <w:basedOn w:val="a"/>
    <w:rPr>
      <w:rFonts w:ascii="仿宋_GB2312"/>
      <w:b/>
      <w:sz w:val="30"/>
      <w:szCs w:val="32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0">
    <w:name w:val="0"/>
    <w:basedOn w:val="a"/>
    <w:pPr>
      <w:widowControl/>
      <w:snapToGrid w:val="0"/>
    </w:pPr>
    <w:rPr>
      <w:kern w:val="0"/>
      <w:szCs w:val="21"/>
    </w:rPr>
  </w:style>
  <w:style w:type="paragraph" w:customStyle="1" w:styleId="p0">
    <w:name w:val="p0"/>
    <w:basedOn w:val="a"/>
    <w:pPr>
      <w:widowControl/>
      <w:ind w:firstLine="420"/>
      <w:jc w:val="left"/>
    </w:pPr>
    <w:rPr>
      <w:kern w:val="0"/>
      <w:sz w:val="20"/>
      <w:szCs w:val="20"/>
    </w:rPr>
  </w:style>
  <w:style w:type="paragraph" w:customStyle="1" w:styleId="20">
    <w:name w:val="列出段落2"/>
    <w:basedOn w:val="a"/>
    <w:uiPriority w:val="34"/>
    <w:qFormat/>
    <w:pPr>
      <w:ind w:firstLineChars="200" w:firstLine="420"/>
    </w:pPr>
  </w:style>
  <w:style w:type="paragraph" w:customStyle="1" w:styleId="CharChar5Char">
    <w:name w:val="Char Char5 Char"/>
    <w:basedOn w:val="a"/>
    <w:pPr>
      <w:widowControl/>
      <w:spacing w:after="160" w:line="240" w:lineRule="exact"/>
      <w:jc w:val="left"/>
    </w:pPr>
    <w:rPr>
      <w:szCs w:val="20"/>
    </w:rPr>
  </w:style>
  <w:style w:type="paragraph" w:customStyle="1" w:styleId="21">
    <w:name w:val="列出段落21"/>
    <w:basedOn w:val="a"/>
    <w:pPr>
      <w:ind w:firstLineChars="200" w:firstLine="420"/>
    </w:pPr>
    <w:rPr>
      <w:szCs w:val="21"/>
    </w:rPr>
  </w:style>
  <w:style w:type="paragraph" w:customStyle="1" w:styleId="11">
    <w:name w:val="普通(网站)1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方正仿宋_GBK" w:hAnsi="方正仿宋_GBK" w:cs="方正仿宋_GBK"/>
      <w:color w:val="000000"/>
      <w:sz w:val="24"/>
      <w:szCs w:val="24"/>
    </w:rPr>
  </w:style>
  <w:style w:type="paragraph" w:customStyle="1" w:styleId="reader-word-layerreader-word-s1-13">
    <w:name w:val="reader-word-layer reader-word-s1-1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">
    <w:name w:val="列出段落3"/>
    <w:basedOn w:val="a"/>
    <w:uiPriority w:val="34"/>
    <w:qFormat/>
    <w:pPr>
      <w:ind w:firstLineChars="200" w:firstLine="420"/>
    </w:pPr>
  </w:style>
  <w:style w:type="character" w:customStyle="1" w:styleId="ca-61">
    <w:name w:val="ca-61"/>
    <w:rPr>
      <w:rFonts w:ascii="仿宋_GB2312" w:eastAsia="仿宋_GB2312" w:hint="eastAsia"/>
      <w:color w:val="000000"/>
      <w:sz w:val="32"/>
      <w:szCs w:val="32"/>
    </w:rPr>
  </w:style>
  <w:style w:type="character" w:customStyle="1" w:styleId="zw">
    <w:name w:val="zw"/>
    <w:basedOn w:val="a0"/>
  </w:style>
  <w:style w:type="character" w:customStyle="1" w:styleId="apple-style-span">
    <w:name w:val="apple-style-span"/>
    <w:basedOn w:val="a0"/>
  </w:style>
  <w:style w:type="character" w:customStyle="1" w:styleId="Char0">
    <w:name w:val="页脚 Char"/>
    <w:basedOn w:val="a0"/>
    <w:link w:val="a9"/>
    <w:uiPriority w:val="99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Cambria" w:eastAsia="方正小标宋_GBK" w:hAnsi="Cambria" w:cs="宋体"/>
      <w:caps/>
      <w:sz w:val="44"/>
      <w:szCs w:val="28"/>
    </w:rPr>
  </w:style>
  <w:style w:type="character" w:customStyle="1" w:styleId="Char2">
    <w:name w:val="脚注文本 Char"/>
    <w:basedOn w:val="a0"/>
    <w:link w:val="ab"/>
    <w:uiPriority w:val="99"/>
    <w:rPr>
      <w:rFonts w:ascii="Calibri" w:hAnsi="Calibri"/>
      <w:kern w:val="2"/>
      <w:sz w:val="18"/>
      <w:szCs w:val="18"/>
    </w:rPr>
  </w:style>
  <w:style w:type="paragraph" w:styleId="af2">
    <w:name w:val="List Paragraph"/>
    <w:basedOn w:val="a"/>
    <w:uiPriority w:val="34"/>
    <w:qFormat/>
    <w:rsid w:val="005E3618"/>
    <w:pPr>
      <w:ind w:firstLineChars="200" w:firstLine="420"/>
    </w:pPr>
  </w:style>
  <w:style w:type="character" w:customStyle="1" w:styleId="mainarticletitle1">
    <w:name w:val="main_articletitle1"/>
    <w:rsid w:val="00354798"/>
    <w:rPr>
      <w:b/>
      <w:bCs/>
      <w:sz w:val="27"/>
      <w:szCs w:val="27"/>
    </w:rPr>
  </w:style>
  <w:style w:type="character" w:customStyle="1" w:styleId="Char">
    <w:name w:val="正文文本缩进 Char"/>
    <w:link w:val="a5"/>
    <w:rsid w:val="00DC697A"/>
    <w:rPr>
      <w:rFonts w:eastAsia="方正小标宋简体"/>
      <w:b/>
      <w:bCs/>
      <w:kern w:val="2"/>
      <w:sz w:val="36"/>
      <w:szCs w:val="24"/>
    </w:rPr>
  </w:style>
  <w:style w:type="paragraph" w:customStyle="1" w:styleId="NewNewNew">
    <w:name w:val="正文 New New New"/>
    <w:rsid w:val="00E94BC2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customStyle="1" w:styleId="Char1">
    <w:name w:val="页眉 Char"/>
    <w:link w:val="aa"/>
    <w:uiPriority w:val="99"/>
    <w:rsid w:val="004E5AB7"/>
    <w:rPr>
      <w:kern w:val="2"/>
      <w:sz w:val="18"/>
      <w:szCs w:val="18"/>
    </w:rPr>
  </w:style>
  <w:style w:type="character" w:styleId="af3">
    <w:name w:val="Subtle Emphasis"/>
    <w:basedOn w:val="a0"/>
    <w:uiPriority w:val="19"/>
    <w:qFormat/>
    <w:rsid w:val="00CC37F1"/>
    <w:rPr>
      <w:i/>
      <w:iCs/>
      <w:color w:val="808080" w:themeColor="text1" w:themeTint="7F"/>
    </w:rPr>
  </w:style>
  <w:style w:type="paragraph" w:customStyle="1" w:styleId="af4">
    <w:name w:val="正文+二号"/>
    <w:basedOn w:val="a"/>
    <w:rsid w:val="00D56FB6"/>
    <w:pPr>
      <w:jc w:val="center"/>
    </w:pPr>
    <w:rPr>
      <w:rFonts w:ascii="仿宋" w:eastAsia="仿宋" w:hAnsi="仿宋"/>
      <w:sz w:val="44"/>
      <w:szCs w:val="44"/>
    </w:rPr>
  </w:style>
  <w:style w:type="paragraph" w:styleId="af5">
    <w:name w:val="No Spacing"/>
    <w:uiPriority w:val="1"/>
    <w:qFormat/>
    <w:rsid w:val="001E1F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f6">
    <w:name w:val="annotation text"/>
    <w:basedOn w:val="a"/>
    <w:link w:val="Char4"/>
    <w:unhideWhenUsed/>
    <w:qFormat/>
    <w:rsid w:val="006A2309"/>
    <w:pPr>
      <w:jc w:val="left"/>
    </w:pPr>
    <w:rPr>
      <w:rFonts w:ascii="Calibri" w:hAnsi="Calibri"/>
      <w:szCs w:val="22"/>
    </w:rPr>
  </w:style>
  <w:style w:type="character" w:customStyle="1" w:styleId="Char4">
    <w:name w:val="批注文字 Char"/>
    <w:basedOn w:val="a0"/>
    <w:link w:val="af6"/>
    <w:rsid w:val="006A2309"/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/>
    <w:lsdException w:name="annotation text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ind w:firstLineChars="200" w:firstLine="200"/>
      <w:jc w:val="center"/>
      <w:outlineLvl w:val="0"/>
    </w:pPr>
    <w:rPr>
      <w:rFonts w:ascii="Cambria" w:eastAsia="方正小标宋_GBK" w:hAnsi="Cambria" w:cs="宋体"/>
      <w:caps/>
      <w:kern w:val="0"/>
      <w:sz w:val="4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Body Text"/>
    <w:basedOn w:val="a"/>
    <w:pPr>
      <w:spacing w:after="120"/>
    </w:pPr>
  </w:style>
  <w:style w:type="paragraph" w:styleId="a5">
    <w:name w:val="Body Text Indent"/>
    <w:basedOn w:val="a"/>
    <w:link w:val="Char"/>
    <w:pPr>
      <w:ind w:firstLineChars="500" w:firstLine="1807"/>
    </w:pPr>
    <w:rPr>
      <w:rFonts w:eastAsia="方正小标宋简体"/>
      <w:b/>
      <w:bCs/>
      <w:sz w:val="36"/>
    </w:rPr>
  </w:style>
  <w:style w:type="paragraph" w:styleId="a6">
    <w:name w:val="Plain Text"/>
    <w:basedOn w:val="a"/>
    <w:rPr>
      <w:rFonts w:ascii="宋体" w:hAnsi="Courier New" w:cs="Courier New"/>
      <w:szCs w:val="21"/>
    </w:rPr>
  </w:style>
  <w:style w:type="paragraph" w:styleId="a7">
    <w:name w:val="Date"/>
    <w:basedOn w:val="a"/>
    <w:next w:val="a"/>
    <w:pPr>
      <w:ind w:leftChars="2500" w:left="100"/>
    </w:pPr>
  </w:style>
  <w:style w:type="paragraph" w:styleId="2">
    <w:name w:val="Body Text Indent 2"/>
    <w:basedOn w:val="a"/>
    <w:pPr>
      <w:spacing w:after="120" w:line="480" w:lineRule="auto"/>
      <w:ind w:leftChars="200" w:left="420"/>
    </w:pPr>
  </w:style>
  <w:style w:type="paragraph" w:styleId="a8">
    <w:name w:val="Balloon Text"/>
    <w:basedOn w:val="a"/>
    <w:rPr>
      <w:sz w:val="18"/>
      <w:szCs w:val="18"/>
    </w:rPr>
  </w:style>
  <w:style w:type="paragraph" w:styleId="a9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link w:val="Char2"/>
    <w:uiPriority w:val="99"/>
    <w:unhideWhenUsed/>
    <w:pPr>
      <w:snapToGrid w:val="0"/>
      <w:jc w:val="left"/>
    </w:pPr>
    <w:rPr>
      <w:rFonts w:ascii="Calibri" w:hAnsi="Calibri"/>
      <w:sz w:val="18"/>
      <w:szCs w:val="18"/>
    </w:rPr>
  </w:style>
  <w:style w:type="paragraph" w:styleId="ac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page number"/>
    <w:basedOn w:val="a0"/>
  </w:style>
  <w:style w:type="character" w:styleId="af">
    <w:name w:val="Hyperlink"/>
    <w:uiPriority w:val="99"/>
    <w:unhideWhenUsed/>
    <w:rPr>
      <w:color w:val="0000FF"/>
      <w:u w:val="single"/>
    </w:rPr>
  </w:style>
  <w:style w:type="character" w:styleId="af0">
    <w:name w:val="footnote reference"/>
    <w:uiPriority w:val="99"/>
    <w:unhideWhenUsed/>
    <w:rPr>
      <w:vertAlign w:val="superscript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3">
    <w:name w:val="Char"/>
    <w:basedOn w:val="a"/>
    <w:pPr>
      <w:tabs>
        <w:tab w:val="left" w:pos="360"/>
      </w:tabs>
    </w:pPr>
    <w:rPr>
      <w:sz w:val="24"/>
    </w:rPr>
  </w:style>
  <w:style w:type="paragraph" w:customStyle="1" w:styleId="Char10">
    <w:name w:val="Char1"/>
    <w:basedOn w:val="a"/>
    <w:rPr>
      <w:rFonts w:ascii="仿宋_GB2312"/>
      <w:b/>
      <w:sz w:val="30"/>
      <w:szCs w:val="32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0">
    <w:name w:val="0"/>
    <w:basedOn w:val="a"/>
    <w:pPr>
      <w:widowControl/>
      <w:snapToGrid w:val="0"/>
    </w:pPr>
    <w:rPr>
      <w:kern w:val="0"/>
      <w:szCs w:val="21"/>
    </w:rPr>
  </w:style>
  <w:style w:type="paragraph" w:customStyle="1" w:styleId="p0">
    <w:name w:val="p0"/>
    <w:basedOn w:val="a"/>
    <w:pPr>
      <w:widowControl/>
      <w:ind w:firstLine="420"/>
      <w:jc w:val="left"/>
    </w:pPr>
    <w:rPr>
      <w:kern w:val="0"/>
      <w:sz w:val="20"/>
      <w:szCs w:val="20"/>
    </w:rPr>
  </w:style>
  <w:style w:type="paragraph" w:customStyle="1" w:styleId="20">
    <w:name w:val="列出段落2"/>
    <w:basedOn w:val="a"/>
    <w:uiPriority w:val="34"/>
    <w:qFormat/>
    <w:pPr>
      <w:ind w:firstLineChars="200" w:firstLine="420"/>
    </w:pPr>
  </w:style>
  <w:style w:type="paragraph" w:customStyle="1" w:styleId="CharChar5Char">
    <w:name w:val="Char Char5 Char"/>
    <w:basedOn w:val="a"/>
    <w:pPr>
      <w:widowControl/>
      <w:spacing w:after="160" w:line="240" w:lineRule="exact"/>
      <w:jc w:val="left"/>
    </w:pPr>
    <w:rPr>
      <w:szCs w:val="20"/>
    </w:rPr>
  </w:style>
  <w:style w:type="paragraph" w:customStyle="1" w:styleId="21">
    <w:name w:val="列出段落21"/>
    <w:basedOn w:val="a"/>
    <w:pPr>
      <w:ind w:firstLineChars="200" w:firstLine="420"/>
    </w:pPr>
    <w:rPr>
      <w:szCs w:val="21"/>
    </w:rPr>
  </w:style>
  <w:style w:type="paragraph" w:customStyle="1" w:styleId="11">
    <w:name w:val="普通(网站)1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方正仿宋_GBK" w:hAnsi="方正仿宋_GBK" w:cs="方正仿宋_GBK"/>
      <w:color w:val="000000"/>
      <w:sz w:val="24"/>
      <w:szCs w:val="24"/>
    </w:rPr>
  </w:style>
  <w:style w:type="paragraph" w:customStyle="1" w:styleId="reader-word-layerreader-word-s1-13">
    <w:name w:val="reader-word-layer reader-word-s1-1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">
    <w:name w:val="列出段落3"/>
    <w:basedOn w:val="a"/>
    <w:uiPriority w:val="34"/>
    <w:qFormat/>
    <w:pPr>
      <w:ind w:firstLineChars="200" w:firstLine="420"/>
    </w:pPr>
  </w:style>
  <w:style w:type="character" w:customStyle="1" w:styleId="ca-61">
    <w:name w:val="ca-61"/>
    <w:rPr>
      <w:rFonts w:ascii="仿宋_GB2312" w:eastAsia="仿宋_GB2312" w:hint="eastAsia"/>
      <w:color w:val="000000"/>
      <w:sz w:val="32"/>
      <w:szCs w:val="32"/>
    </w:rPr>
  </w:style>
  <w:style w:type="character" w:customStyle="1" w:styleId="zw">
    <w:name w:val="zw"/>
    <w:basedOn w:val="a0"/>
  </w:style>
  <w:style w:type="character" w:customStyle="1" w:styleId="apple-style-span">
    <w:name w:val="apple-style-span"/>
    <w:basedOn w:val="a0"/>
  </w:style>
  <w:style w:type="character" w:customStyle="1" w:styleId="Char0">
    <w:name w:val="页脚 Char"/>
    <w:basedOn w:val="a0"/>
    <w:link w:val="a9"/>
    <w:uiPriority w:val="99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Cambria" w:eastAsia="方正小标宋_GBK" w:hAnsi="Cambria" w:cs="宋体"/>
      <w:caps/>
      <w:sz w:val="44"/>
      <w:szCs w:val="28"/>
    </w:rPr>
  </w:style>
  <w:style w:type="character" w:customStyle="1" w:styleId="Char2">
    <w:name w:val="脚注文本 Char"/>
    <w:basedOn w:val="a0"/>
    <w:link w:val="ab"/>
    <w:uiPriority w:val="99"/>
    <w:rPr>
      <w:rFonts w:ascii="Calibri" w:hAnsi="Calibri"/>
      <w:kern w:val="2"/>
      <w:sz w:val="18"/>
      <w:szCs w:val="18"/>
    </w:rPr>
  </w:style>
  <w:style w:type="paragraph" w:styleId="af2">
    <w:name w:val="List Paragraph"/>
    <w:basedOn w:val="a"/>
    <w:uiPriority w:val="34"/>
    <w:qFormat/>
    <w:rsid w:val="005E3618"/>
    <w:pPr>
      <w:ind w:firstLineChars="200" w:firstLine="420"/>
    </w:pPr>
  </w:style>
  <w:style w:type="character" w:customStyle="1" w:styleId="mainarticletitle1">
    <w:name w:val="main_articletitle1"/>
    <w:rsid w:val="00354798"/>
    <w:rPr>
      <w:b/>
      <w:bCs/>
      <w:sz w:val="27"/>
      <w:szCs w:val="27"/>
    </w:rPr>
  </w:style>
  <w:style w:type="character" w:customStyle="1" w:styleId="Char">
    <w:name w:val="正文文本缩进 Char"/>
    <w:link w:val="a5"/>
    <w:rsid w:val="00DC697A"/>
    <w:rPr>
      <w:rFonts w:eastAsia="方正小标宋简体"/>
      <w:b/>
      <w:bCs/>
      <w:kern w:val="2"/>
      <w:sz w:val="36"/>
      <w:szCs w:val="24"/>
    </w:rPr>
  </w:style>
  <w:style w:type="paragraph" w:customStyle="1" w:styleId="NewNewNew">
    <w:name w:val="正文 New New New"/>
    <w:rsid w:val="00E94BC2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customStyle="1" w:styleId="Char1">
    <w:name w:val="页眉 Char"/>
    <w:link w:val="aa"/>
    <w:uiPriority w:val="99"/>
    <w:rsid w:val="004E5AB7"/>
    <w:rPr>
      <w:kern w:val="2"/>
      <w:sz w:val="18"/>
      <w:szCs w:val="18"/>
    </w:rPr>
  </w:style>
  <w:style w:type="character" w:styleId="af3">
    <w:name w:val="Subtle Emphasis"/>
    <w:basedOn w:val="a0"/>
    <w:uiPriority w:val="19"/>
    <w:qFormat/>
    <w:rsid w:val="00CC37F1"/>
    <w:rPr>
      <w:i/>
      <w:iCs/>
      <w:color w:val="808080" w:themeColor="text1" w:themeTint="7F"/>
    </w:rPr>
  </w:style>
  <w:style w:type="paragraph" w:customStyle="1" w:styleId="af4">
    <w:name w:val="正文+二号"/>
    <w:basedOn w:val="a"/>
    <w:rsid w:val="00D56FB6"/>
    <w:pPr>
      <w:jc w:val="center"/>
    </w:pPr>
    <w:rPr>
      <w:rFonts w:ascii="仿宋" w:eastAsia="仿宋" w:hAnsi="仿宋"/>
      <w:sz w:val="44"/>
      <w:szCs w:val="44"/>
    </w:rPr>
  </w:style>
  <w:style w:type="paragraph" w:styleId="af5">
    <w:name w:val="No Spacing"/>
    <w:uiPriority w:val="1"/>
    <w:qFormat/>
    <w:rsid w:val="001E1F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f6">
    <w:name w:val="annotation text"/>
    <w:basedOn w:val="a"/>
    <w:link w:val="Char4"/>
    <w:unhideWhenUsed/>
    <w:qFormat/>
    <w:rsid w:val="006A2309"/>
    <w:pPr>
      <w:jc w:val="left"/>
    </w:pPr>
    <w:rPr>
      <w:rFonts w:ascii="Calibri" w:hAnsi="Calibri"/>
      <w:szCs w:val="22"/>
    </w:rPr>
  </w:style>
  <w:style w:type="character" w:customStyle="1" w:styleId="Char4">
    <w:name w:val="批注文字 Char"/>
    <w:basedOn w:val="a0"/>
    <w:link w:val="af6"/>
    <w:rsid w:val="006A2309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acher4\&#26700;&#38754;\&#19978;&#34892;&#25991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3EAC1A-D18E-4EA4-8BD6-D1884CCA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上行文.dot</Template>
  <TotalTime>5</TotalTime>
  <Pages>2</Pages>
  <Words>66</Words>
  <Characters>378</Characters>
  <Application>Microsoft Office Word</Application>
  <DocSecurity>0</DocSecurity>
  <Lines>3</Lines>
  <Paragraphs>1</Paragraphs>
  <ScaleCrop>false</ScaleCrop>
  <Company>jyj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成都市教育局关于</dc:title>
  <dc:creator>teacher4</dc:creator>
  <cp:lastModifiedBy>田菊</cp:lastModifiedBy>
  <cp:revision>4</cp:revision>
  <cp:lastPrinted>2016-04-11T06:38:00Z</cp:lastPrinted>
  <dcterms:created xsi:type="dcterms:W3CDTF">2016-04-12T02:33:00Z</dcterms:created>
  <dcterms:modified xsi:type="dcterms:W3CDTF">2016-04-12T02:45:00Z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